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410"/>
        <w:gridCol w:w="7796"/>
      </w:tblGrid>
      <w:tr w:rsidR="004E48ED" w14:paraId="4AE1C37E" w14:textId="77777777" w:rsidTr="008B7692">
        <w:trPr>
          <w:trHeight w:val="413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4EF0336" w14:textId="77777777" w:rsidR="004E48ED" w:rsidRDefault="004E48ED" w:rsidP="002078B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VERBALE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5B0C0D" w14:textId="77777777" w:rsidR="004E48ED" w:rsidRDefault="004E48ED" w:rsidP="002078B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6FEA3BF7" w14:textId="2C3AF442" w:rsidR="004E48ED" w:rsidRDefault="004E48ED" w:rsidP="002078B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A.S. 20</w:t>
            </w:r>
            <w:r w:rsidR="00AE23FA">
              <w:rPr>
                <w:rFonts w:ascii="Arial" w:hAnsi="Arial" w:cs="Arial"/>
                <w:b/>
                <w:sz w:val="22"/>
                <w:szCs w:val="22"/>
              </w:rPr>
              <w:t>2_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/20</w:t>
            </w:r>
            <w:r w:rsidR="00AE23FA">
              <w:rPr>
                <w:rFonts w:ascii="Arial" w:hAnsi="Arial" w:cs="Arial"/>
                <w:b/>
                <w:sz w:val="22"/>
                <w:szCs w:val="22"/>
              </w:rPr>
              <w:t>2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_    </w:t>
            </w:r>
          </w:p>
          <w:p w14:paraId="080B6CA4" w14:textId="77777777" w:rsidR="004E48ED" w:rsidRDefault="004E48ED" w:rsidP="002078B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3953976F" w14:textId="77777777" w:rsidR="004E48ED" w:rsidRDefault="004E48ED" w:rsidP="002078B2">
            <w:pPr>
              <w:jc w:val="center"/>
              <w:rPr>
                <w:rFonts w:ascii="Arial" w:eastAsia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(Esami per il recupero del giudizio sospeso)</w:t>
            </w:r>
          </w:p>
          <w:p w14:paraId="56E55E94" w14:textId="77777777" w:rsidR="004E48ED" w:rsidRDefault="004E48ED" w:rsidP="002078B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 xml:space="preserve"> </w:t>
            </w:r>
          </w:p>
          <w:p w14:paraId="386A4B21" w14:textId="77777777" w:rsidR="004E48ED" w:rsidRDefault="004E48ED" w:rsidP="002078B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CLASSE ……………… IND.…........………………………</w:t>
            </w:r>
          </w:p>
          <w:p w14:paraId="60D0F206" w14:textId="77777777" w:rsidR="004E48ED" w:rsidRDefault="004E48ED" w:rsidP="002078B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14:paraId="5215A784" w14:textId="77777777" w:rsidR="004E48ED" w:rsidRDefault="004E48ED" w:rsidP="00BA3E3C">
      <w:pPr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485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67"/>
        <w:gridCol w:w="7653"/>
      </w:tblGrid>
      <w:tr w:rsidR="00BA3E3C" w:rsidRPr="008B6924" w14:paraId="16B6293E" w14:textId="77777777" w:rsidTr="008B7692">
        <w:trPr>
          <w:trHeight w:val="510"/>
          <w:jc w:val="center"/>
        </w:trPr>
        <w:tc>
          <w:tcPr>
            <w:tcW w:w="1219" w:type="pct"/>
            <w:vAlign w:val="center"/>
          </w:tcPr>
          <w:p w14:paraId="23C85EA1" w14:textId="77777777" w:rsidR="00BA3E3C" w:rsidRPr="008B6924" w:rsidRDefault="00BA3E3C" w:rsidP="00AE23FA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PROVA </w:t>
            </w:r>
            <w:r w:rsidR="00DB2EA2">
              <w:rPr>
                <w:rFonts w:ascii="Arial" w:hAnsi="Arial" w:cs="Arial"/>
                <w:b/>
                <w:sz w:val="22"/>
                <w:szCs w:val="22"/>
              </w:rPr>
              <w:t>ORALE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DI </w:t>
            </w:r>
          </w:p>
        </w:tc>
        <w:tc>
          <w:tcPr>
            <w:tcW w:w="3781" w:type="pct"/>
            <w:vAlign w:val="center"/>
          </w:tcPr>
          <w:p w14:paraId="58E2FAA3" w14:textId="77777777" w:rsidR="00BA3E3C" w:rsidRPr="008B6924" w:rsidRDefault="00BA3E3C" w:rsidP="00A314C7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</w:tbl>
    <w:p w14:paraId="6558E3D2" w14:textId="77777777" w:rsidR="00A314C7" w:rsidRDefault="00C517B5" w:rsidP="004E6D6B">
      <w:pPr>
        <w:spacing w:before="120" w:line="320" w:lineRule="exact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Il giorno …</w:t>
      </w:r>
      <w:r w:rsidRPr="009F1D6F">
        <w:rPr>
          <w:rFonts w:ascii="Arial" w:hAnsi="Arial" w:cs="Arial"/>
          <w:color w:val="000000"/>
          <w:sz w:val="24"/>
          <w:szCs w:val="24"/>
        </w:rPr>
        <w:t xml:space="preserve"> del mese di …………… dell’anno</w:t>
      </w:r>
      <w:proofErr w:type="gramStart"/>
      <w:r w:rsidRPr="009F1D6F">
        <w:rPr>
          <w:rFonts w:ascii="Arial" w:hAnsi="Arial" w:cs="Arial"/>
          <w:color w:val="000000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.</w:t>
      </w:r>
      <w:r w:rsidRPr="009F1D6F">
        <w:rPr>
          <w:rFonts w:ascii="Arial" w:hAnsi="Arial" w:cs="Arial"/>
          <w:color w:val="000000"/>
          <w:sz w:val="24"/>
          <w:szCs w:val="24"/>
        </w:rPr>
        <w:t>…</w:t>
      </w:r>
      <w:proofErr w:type="gramEnd"/>
      <w:r w:rsidRPr="009F1D6F">
        <w:rPr>
          <w:rFonts w:ascii="Arial" w:hAnsi="Arial" w:cs="Arial"/>
          <w:color w:val="000000"/>
          <w:sz w:val="24"/>
          <w:szCs w:val="24"/>
        </w:rPr>
        <w:t>…</w:t>
      </w:r>
      <w:r>
        <w:rPr>
          <w:rFonts w:ascii="Arial" w:hAnsi="Arial" w:cs="Arial"/>
          <w:color w:val="000000"/>
          <w:sz w:val="24"/>
          <w:szCs w:val="24"/>
        </w:rPr>
        <w:t>.</w:t>
      </w:r>
      <w:r w:rsidRPr="009F1D6F">
        <w:rPr>
          <w:rFonts w:ascii="Arial" w:hAnsi="Arial" w:cs="Arial"/>
          <w:color w:val="000000"/>
          <w:sz w:val="24"/>
          <w:szCs w:val="24"/>
        </w:rPr>
        <w:t xml:space="preserve">, alle ore …………. nell’aula </w:t>
      </w:r>
      <w:proofErr w:type="gramStart"/>
      <w:r w:rsidRPr="009F1D6F">
        <w:rPr>
          <w:rFonts w:ascii="Arial" w:hAnsi="Arial" w:cs="Arial"/>
          <w:color w:val="000000"/>
          <w:sz w:val="24"/>
          <w:szCs w:val="24"/>
        </w:rPr>
        <w:t>…</w:t>
      </w:r>
      <w:r>
        <w:rPr>
          <w:rFonts w:ascii="Arial" w:hAnsi="Arial" w:cs="Arial"/>
          <w:color w:val="000000"/>
          <w:sz w:val="24"/>
          <w:szCs w:val="24"/>
        </w:rPr>
        <w:t>….</w:t>
      </w:r>
      <w:proofErr w:type="gramEnd"/>
      <w:r w:rsidR="00A314C7">
        <w:rPr>
          <w:rFonts w:ascii="Arial" w:hAnsi="Arial" w:cs="Arial"/>
          <w:color w:val="000000"/>
          <w:sz w:val="24"/>
          <w:szCs w:val="24"/>
        </w:rPr>
        <w:t>…....</w:t>
      </w:r>
    </w:p>
    <w:p w14:paraId="1E28E740" w14:textId="58A6DE70" w:rsidR="00C517B5" w:rsidRDefault="00A314C7" w:rsidP="00C517B5">
      <w:pPr>
        <w:spacing w:before="120" w:line="320" w:lineRule="exact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dell’Istituto Tecnico Tecnologico “P.L Nervi – G. </w:t>
      </w:r>
      <w:proofErr w:type="gramStart"/>
      <w:r>
        <w:rPr>
          <w:rFonts w:ascii="Arial" w:hAnsi="Arial" w:cs="Arial"/>
          <w:sz w:val="24"/>
          <w:szCs w:val="24"/>
        </w:rPr>
        <w:t>Galilei”  sede</w:t>
      </w:r>
      <w:proofErr w:type="gramEnd"/>
      <w:r>
        <w:rPr>
          <w:rFonts w:ascii="Arial" w:hAnsi="Arial" w:cs="Arial"/>
          <w:sz w:val="24"/>
          <w:szCs w:val="24"/>
        </w:rPr>
        <w:t xml:space="preserve"> ___________________ </w:t>
      </w:r>
      <w:r w:rsidR="00C517B5" w:rsidRPr="009F1D6F">
        <w:rPr>
          <w:rFonts w:ascii="Arial" w:hAnsi="Arial" w:cs="Arial"/>
          <w:color w:val="000000"/>
          <w:sz w:val="24"/>
          <w:szCs w:val="24"/>
        </w:rPr>
        <w:t>si è riunit</w:t>
      </w:r>
      <w:r w:rsidR="00C517B5">
        <w:rPr>
          <w:rFonts w:ascii="Arial" w:hAnsi="Arial" w:cs="Arial"/>
          <w:color w:val="000000"/>
          <w:sz w:val="24"/>
          <w:szCs w:val="24"/>
        </w:rPr>
        <w:t>o</w:t>
      </w:r>
      <w:r w:rsidR="00C517B5" w:rsidRPr="009F1D6F">
        <w:rPr>
          <w:rFonts w:ascii="Arial" w:hAnsi="Arial" w:cs="Arial"/>
          <w:color w:val="000000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la commissione</w:t>
      </w:r>
      <w:r w:rsidR="00C517B5">
        <w:rPr>
          <w:rFonts w:ascii="Arial" w:hAnsi="Arial" w:cs="Arial"/>
          <w:color w:val="000000"/>
          <w:sz w:val="24"/>
          <w:szCs w:val="24"/>
        </w:rPr>
        <w:t xml:space="preserve"> della classe </w:t>
      </w:r>
      <w:r w:rsidR="0083458C">
        <w:rPr>
          <w:rFonts w:ascii="Arial" w:hAnsi="Arial" w:cs="Arial"/>
          <w:color w:val="000000"/>
          <w:sz w:val="24"/>
          <w:szCs w:val="24"/>
        </w:rPr>
        <w:t>..</w:t>
      </w:r>
      <w:r w:rsidR="00C517B5">
        <w:rPr>
          <w:rFonts w:ascii="Arial" w:hAnsi="Arial" w:cs="Arial"/>
          <w:color w:val="000000"/>
          <w:sz w:val="24"/>
          <w:szCs w:val="24"/>
        </w:rPr>
        <w:t>…</w:t>
      </w:r>
      <w:r>
        <w:rPr>
          <w:rFonts w:ascii="Arial" w:hAnsi="Arial" w:cs="Arial"/>
          <w:color w:val="000000"/>
          <w:sz w:val="24"/>
          <w:szCs w:val="24"/>
        </w:rPr>
        <w:t>.</w:t>
      </w:r>
      <w:r w:rsidR="004E48ED">
        <w:rPr>
          <w:rFonts w:ascii="Arial" w:hAnsi="Arial" w:cs="Arial"/>
          <w:color w:val="000000"/>
          <w:sz w:val="24"/>
          <w:szCs w:val="24"/>
        </w:rPr>
        <w:t>.</w:t>
      </w:r>
      <w:r w:rsidR="00C517B5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gramStart"/>
      <w:r w:rsidR="00C517B5">
        <w:rPr>
          <w:rFonts w:ascii="Arial" w:hAnsi="Arial" w:cs="Arial"/>
          <w:color w:val="000000"/>
          <w:sz w:val="24"/>
          <w:szCs w:val="24"/>
        </w:rPr>
        <w:t>sez</w:t>
      </w:r>
      <w:r w:rsidR="004E48ED">
        <w:rPr>
          <w:rFonts w:ascii="Arial" w:hAnsi="Arial" w:cs="Arial"/>
          <w:color w:val="000000"/>
          <w:sz w:val="24"/>
          <w:szCs w:val="24"/>
        </w:rPr>
        <w:t>.</w:t>
      </w:r>
      <w:r w:rsidR="0083458C">
        <w:rPr>
          <w:rFonts w:ascii="Arial" w:hAnsi="Arial" w:cs="Arial"/>
          <w:color w:val="000000"/>
          <w:sz w:val="24"/>
          <w:szCs w:val="24"/>
        </w:rPr>
        <w:t>..</w:t>
      </w:r>
      <w:proofErr w:type="gramEnd"/>
      <w:r w:rsidR="00C517B5">
        <w:rPr>
          <w:rFonts w:ascii="Arial" w:hAnsi="Arial" w:cs="Arial"/>
          <w:color w:val="000000"/>
          <w:sz w:val="24"/>
          <w:szCs w:val="24"/>
        </w:rPr>
        <w:t>…</w:t>
      </w:r>
      <w:r>
        <w:rPr>
          <w:rFonts w:ascii="Arial" w:hAnsi="Arial" w:cs="Arial"/>
          <w:color w:val="000000"/>
          <w:sz w:val="24"/>
          <w:szCs w:val="24"/>
        </w:rPr>
        <w:t>..</w:t>
      </w:r>
      <w:r w:rsidR="00C517B5">
        <w:rPr>
          <w:rFonts w:ascii="Arial" w:hAnsi="Arial" w:cs="Arial"/>
          <w:color w:val="000000"/>
          <w:sz w:val="24"/>
          <w:szCs w:val="24"/>
        </w:rPr>
        <w:t xml:space="preserve"> indirizzo …………………</w:t>
      </w:r>
      <w:r>
        <w:rPr>
          <w:rFonts w:ascii="Arial" w:hAnsi="Arial" w:cs="Arial"/>
          <w:color w:val="000000"/>
          <w:sz w:val="24"/>
          <w:szCs w:val="24"/>
        </w:rPr>
        <w:t>………………………….</w:t>
      </w:r>
      <w:r w:rsidR="00C517B5" w:rsidRPr="009F1D6F">
        <w:rPr>
          <w:rFonts w:ascii="Arial" w:hAnsi="Arial" w:cs="Arial"/>
          <w:color w:val="000000"/>
          <w:sz w:val="24"/>
          <w:szCs w:val="24"/>
        </w:rPr>
        <w:t xml:space="preserve"> al fine di procedere </w:t>
      </w:r>
      <w:r w:rsidR="00C517B5">
        <w:rPr>
          <w:rFonts w:ascii="Arial" w:hAnsi="Arial" w:cs="Arial"/>
          <w:color w:val="000000"/>
          <w:sz w:val="24"/>
          <w:szCs w:val="24"/>
        </w:rPr>
        <w:t xml:space="preserve">allo svolgimento delle </w:t>
      </w:r>
      <w:r w:rsidR="00C517B5" w:rsidRPr="009F1D6F">
        <w:rPr>
          <w:rFonts w:ascii="Arial" w:hAnsi="Arial" w:cs="Arial"/>
          <w:color w:val="000000"/>
          <w:sz w:val="24"/>
          <w:szCs w:val="24"/>
        </w:rPr>
        <w:t xml:space="preserve">operazioni </w:t>
      </w:r>
      <w:r w:rsidR="00C517B5">
        <w:rPr>
          <w:rFonts w:ascii="Arial" w:hAnsi="Arial" w:cs="Arial"/>
          <w:color w:val="000000"/>
          <w:sz w:val="24"/>
          <w:szCs w:val="24"/>
        </w:rPr>
        <w:t xml:space="preserve">relative </w:t>
      </w:r>
      <w:r w:rsidR="00C517B5" w:rsidRPr="009F1D6F">
        <w:rPr>
          <w:rFonts w:ascii="Arial" w:hAnsi="Arial" w:cs="Arial"/>
          <w:color w:val="000000"/>
          <w:sz w:val="24"/>
          <w:szCs w:val="24"/>
        </w:rPr>
        <w:t>ai sotto</w:t>
      </w:r>
      <w:r w:rsidR="00C517B5">
        <w:rPr>
          <w:rFonts w:ascii="Arial" w:hAnsi="Arial" w:cs="Arial"/>
          <w:color w:val="000000"/>
          <w:sz w:val="24"/>
          <w:szCs w:val="24"/>
        </w:rPr>
        <w:t xml:space="preserve"> </w:t>
      </w:r>
      <w:r w:rsidR="00C517B5" w:rsidRPr="009F1D6F">
        <w:rPr>
          <w:rFonts w:ascii="Arial" w:hAnsi="Arial" w:cs="Arial"/>
          <w:color w:val="000000"/>
          <w:sz w:val="24"/>
          <w:szCs w:val="24"/>
        </w:rPr>
        <w:t xml:space="preserve">elencati </w:t>
      </w:r>
      <w:r w:rsidR="00C517B5">
        <w:rPr>
          <w:rFonts w:ascii="Arial" w:hAnsi="Arial" w:cs="Arial"/>
          <w:color w:val="000000"/>
          <w:sz w:val="24"/>
          <w:szCs w:val="24"/>
        </w:rPr>
        <w:t xml:space="preserve">alunni, </w:t>
      </w:r>
      <w:r w:rsidR="00C517B5" w:rsidRPr="009F1D6F">
        <w:rPr>
          <w:rFonts w:ascii="Arial" w:hAnsi="Arial" w:cs="Arial"/>
          <w:color w:val="000000"/>
          <w:sz w:val="24"/>
          <w:szCs w:val="24"/>
        </w:rPr>
        <w:t>convocati per sostenere le prove orali per il saldo dei giudizi sosp</w:t>
      </w:r>
      <w:r w:rsidR="00C517B5">
        <w:rPr>
          <w:rFonts w:ascii="Arial" w:hAnsi="Arial" w:cs="Arial"/>
          <w:color w:val="000000"/>
          <w:sz w:val="24"/>
          <w:szCs w:val="24"/>
        </w:rPr>
        <w:t>esi.</w:t>
      </w:r>
    </w:p>
    <w:p w14:paraId="223C54AC" w14:textId="2BE228E3" w:rsidR="0083458C" w:rsidRPr="009866FF" w:rsidRDefault="00C517B5" w:rsidP="0083458C">
      <w:pPr>
        <w:spacing w:line="320" w:lineRule="exact"/>
        <w:jc w:val="both"/>
        <w:rPr>
          <w:rFonts w:ascii="Arial" w:hAnsi="Arial" w:cs="Arial"/>
          <w:color w:val="000000"/>
          <w:sz w:val="24"/>
          <w:szCs w:val="24"/>
        </w:rPr>
      </w:pPr>
      <w:r w:rsidRPr="009866FF">
        <w:rPr>
          <w:rFonts w:ascii="Arial" w:hAnsi="Arial" w:cs="Arial"/>
          <w:color w:val="000000"/>
          <w:sz w:val="24"/>
          <w:szCs w:val="24"/>
        </w:rPr>
        <w:t xml:space="preserve">Risultano presenti i </w:t>
      </w:r>
      <w:proofErr w:type="spellStart"/>
      <w:r w:rsidRPr="009866FF">
        <w:rPr>
          <w:rFonts w:ascii="Arial" w:hAnsi="Arial" w:cs="Arial"/>
          <w:color w:val="000000"/>
          <w:sz w:val="24"/>
          <w:szCs w:val="24"/>
        </w:rPr>
        <w:t>proff</w:t>
      </w:r>
      <w:proofErr w:type="spellEnd"/>
      <w:r w:rsidR="0083458C">
        <w:rPr>
          <w:rFonts w:ascii="Arial" w:hAnsi="Arial" w:cs="Arial"/>
          <w:color w:val="000000"/>
          <w:sz w:val="24"/>
          <w:szCs w:val="24"/>
        </w:rPr>
        <w:t xml:space="preserve"> …………………………………</w:t>
      </w:r>
      <w:r w:rsidR="00AE23FA">
        <w:rPr>
          <w:rFonts w:ascii="Arial" w:hAnsi="Arial" w:cs="Arial"/>
          <w:color w:val="000000"/>
          <w:sz w:val="24"/>
          <w:szCs w:val="24"/>
        </w:rPr>
        <w:t>……</w:t>
      </w:r>
      <w:r w:rsidR="0083458C">
        <w:rPr>
          <w:rFonts w:ascii="Arial" w:hAnsi="Arial" w:cs="Arial"/>
          <w:color w:val="000000"/>
          <w:sz w:val="24"/>
          <w:szCs w:val="24"/>
        </w:rPr>
        <w:t>……………………………………</w:t>
      </w:r>
      <w:proofErr w:type="gramStart"/>
      <w:r w:rsidR="0083458C">
        <w:rPr>
          <w:rFonts w:ascii="Arial" w:hAnsi="Arial" w:cs="Arial"/>
          <w:color w:val="000000"/>
          <w:sz w:val="24"/>
          <w:szCs w:val="24"/>
        </w:rPr>
        <w:t>…..</w:t>
      </w:r>
      <w:r w:rsidRPr="009866FF">
        <w:rPr>
          <w:rFonts w:ascii="Arial" w:hAnsi="Arial" w:cs="Arial"/>
          <w:color w:val="000000"/>
          <w:sz w:val="24"/>
          <w:szCs w:val="24"/>
        </w:rPr>
        <w:t>.</w:t>
      </w:r>
      <w:r w:rsidR="0083458C">
        <w:rPr>
          <w:rFonts w:ascii="Arial" w:hAnsi="Arial" w:cs="Arial"/>
          <w:color w:val="000000"/>
          <w:sz w:val="24"/>
          <w:szCs w:val="24"/>
        </w:rPr>
        <w:t>.</w:t>
      </w:r>
      <w:proofErr w:type="gramEnd"/>
      <w:r w:rsidR="0083458C">
        <w:rPr>
          <w:rFonts w:ascii="Arial" w:hAnsi="Arial" w:cs="Arial"/>
          <w:color w:val="000000"/>
          <w:sz w:val="24"/>
          <w:szCs w:val="24"/>
        </w:rPr>
        <w:t>.</w:t>
      </w:r>
    </w:p>
    <w:p w14:paraId="7F891CD4" w14:textId="23605D26" w:rsidR="00C517B5" w:rsidRPr="009866FF" w:rsidRDefault="00C517B5" w:rsidP="00C517B5">
      <w:pPr>
        <w:spacing w:line="320" w:lineRule="exact"/>
        <w:jc w:val="both"/>
        <w:rPr>
          <w:rFonts w:ascii="Arial" w:hAnsi="Arial" w:cs="Arial"/>
          <w:color w:val="000000"/>
          <w:sz w:val="24"/>
          <w:szCs w:val="24"/>
        </w:rPr>
      </w:pPr>
    </w:p>
    <w:p w14:paraId="4A23E2C2" w14:textId="77777777" w:rsidR="00C517B5" w:rsidRPr="009866FF" w:rsidRDefault="00C517B5" w:rsidP="00C517B5">
      <w:pPr>
        <w:spacing w:after="120" w:line="320" w:lineRule="exact"/>
        <w:jc w:val="both"/>
        <w:rPr>
          <w:rFonts w:ascii="Arial" w:hAnsi="Arial" w:cs="Arial"/>
          <w:color w:val="000000"/>
          <w:sz w:val="24"/>
          <w:szCs w:val="24"/>
        </w:rPr>
      </w:pPr>
      <w:r w:rsidRPr="009866FF">
        <w:rPr>
          <w:rFonts w:ascii="Arial" w:hAnsi="Arial" w:cs="Arial"/>
          <w:color w:val="000000"/>
          <w:sz w:val="24"/>
          <w:szCs w:val="24"/>
        </w:rPr>
        <w:t>Sono assenti giustificati i seguenti Docenti, sostituiti come segue:</w:t>
      </w:r>
    </w:p>
    <w:tbl>
      <w:tblPr>
        <w:tblW w:w="4939" w:type="pct"/>
        <w:tblBorders>
          <w:bottom w:val="single" w:sz="4" w:space="0" w:color="auto"/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4463"/>
        <w:gridCol w:w="5830"/>
      </w:tblGrid>
      <w:tr w:rsidR="00C517B5" w:rsidRPr="00391F36" w14:paraId="2E810E58" w14:textId="77777777" w:rsidTr="00404500">
        <w:trPr>
          <w:trHeight w:val="20"/>
        </w:trPr>
        <w:tc>
          <w:tcPr>
            <w:tcW w:w="2168" w:type="pct"/>
            <w:vAlign w:val="center"/>
          </w:tcPr>
          <w:p w14:paraId="5DBEFC20" w14:textId="77777777" w:rsidR="00C517B5" w:rsidRPr="00391F36" w:rsidRDefault="00C517B5" w:rsidP="00404500">
            <w:pPr>
              <w:spacing w:line="320" w:lineRule="exact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91F36">
              <w:rPr>
                <w:rFonts w:ascii="Arial" w:hAnsi="Arial" w:cs="Arial"/>
                <w:color w:val="000000"/>
                <w:sz w:val="24"/>
                <w:szCs w:val="24"/>
              </w:rPr>
              <w:t>Prof.</w:t>
            </w:r>
          </w:p>
        </w:tc>
        <w:tc>
          <w:tcPr>
            <w:tcW w:w="2832" w:type="pct"/>
            <w:vAlign w:val="center"/>
          </w:tcPr>
          <w:p w14:paraId="02DB34B1" w14:textId="77777777" w:rsidR="00C517B5" w:rsidRPr="00391F36" w:rsidRDefault="00C517B5" w:rsidP="00404500">
            <w:pPr>
              <w:spacing w:line="320" w:lineRule="exact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91F36">
              <w:rPr>
                <w:rFonts w:ascii="Arial" w:hAnsi="Arial" w:cs="Arial"/>
                <w:color w:val="000000"/>
                <w:sz w:val="24"/>
                <w:szCs w:val="24"/>
              </w:rPr>
              <w:t>sostituito dal prof.</w:t>
            </w:r>
          </w:p>
        </w:tc>
      </w:tr>
      <w:tr w:rsidR="00C517B5" w:rsidRPr="00391F36" w14:paraId="59053703" w14:textId="77777777" w:rsidTr="00404500">
        <w:trPr>
          <w:trHeight w:val="20"/>
        </w:trPr>
        <w:tc>
          <w:tcPr>
            <w:tcW w:w="2168" w:type="pct"/>
            <w:vAlign w:val="center"/>
          </w:tcPr>
          <w:p w14:paraId="2810079C" w14:textId="77777777" w:rsidR="00C517B5" w:rsidRPr="00391F36" w:rsidRDefault="00C517B5" w:rsidP="00404500">
            <w:pPr>
              <w:spacing w:line="320" w:lineRule="exact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91F36">
              <w:rPr>
                <w:rFonts w:ascii="Arial" w:hAnsi="Arial" w:cs="Arial"/>
                <w:color w:val="000000"/>
                <w:sz w:val="24"/>
                <w:szCs w:val="24"/>
              </w:rPr>
              <w:t>Prof.</w:t>
            </w:r>
          </w:p>
        </w:tc>
        <w:tc>
          <w:tcPr>
            <w:tcW w:w="2832" w:type="pct"/>
            <w:vAlign w:val="center"/>
          </w:tcPr>
          <w:p w14:paraId="0A00BAA6" w14:textId="77777777" w:rsidR="00C517B5" w:rsidRPr="00391F36" w:rsidRDefault="00C517B5" w:rsidP="00404500">
            <w:pPr>
              <w:spacing w:line="320" w:lineRule="exact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91F36">
              <w:rPr>
                <w:rFonts w:ascii="Arial" w:hAnsi="Arial" w:cs="Arial"/>
                <w:color w:val="000000"/>
                <w:sz w:val="24"/>
                <w:szCs w:val="24"/>
              </w:rPr>
              <w:t>sostituito dal prof.</w:t>
            </w:r>
          </w:p>
        </w:tc>
      </w:tr>
    </w:tbl>
    <w:p w14:paraId="33DC13A1" w14:textId="77777777" w:rsidR="00AE23FA" w:rsidRDefault="00AE23FA" w:rsidP="00C517B5">
      <w:pPr>
        <w:spacing w:before="120" w:line="320" w:lineRule="exact"/>
        <w:jc w:val="both"/>
        <w:rPr>
          <w:rFonts w:ascii="Arial" w:hAnsi="Arial" w:cs="Arial"/>
          <w:color w:val="000000"/>
          <w:sz w:val="24"/>
          <w:szCs w:val="24"/>
        </w:rPr>
      </w:pPr>
    </w:p>
    <w:p w14:paraId="381C5D95" w14:textId="1E476435" w:rsidR="00C517B5" w:rsidRPr="009F1D6F" w:rsidRDefault="00C517B5" w:rsidP="00C517B5">
      <w:pPr>
        <w:spacing w:before="120" w:line="320" w:lineRule="exact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Dopo che i</w:t>
      </w:r>
      <w:r w:rsidRPr="009F1D6F">
        <w:rPr>
          <w:rFonts w:ascii="Arial" w:hAnsi="Arial" w:cs="Arial"/>
          <w:color w:val="000000"/>
          <w:sz w:val="24"/>
          <w:szCs w:val="24"/>
        </w:rPr>
        <w:t xml:space="preserve">l Presidente, in collaborazione con gli altri componenti </w:t>
      </w:r>
      <w:r>
        <w:rPr>
          <w:rFonts w:ascii="Arial" w:hAnsi="Arial" w:cs="Arial"/>
          <w:color w:val="000000"/>
          <w:sz w:val="24"/>
          <w:szCs w:val="24"/>
        </w:rPr>
        <w:t>del Consiglio di classe,</w:t>
      </w:r>
      <w:r w:rsidRPr="009F1D6F">
        <w:rPr>
          <w:rFonts w:ascii="Arial" w:hAnsi="Arial" w:cs="Arial"/>
          <w:color w:val="000000"/>
          <w:sz w:val="24"/>
          <w:szCs w:val="24"/>
        </w:rPr>
        <w:t xml:space="preserve"> ha </w:t>
      </w:r>
      <w:r w:rsidR="006936FD">
        <w:rPr>
          <w:rFonts w:ascii="Arial" w:hAnsi="Arial" w:cs="Arial"/>
          <w:color w:val="000000"/>
          <w:sz w:val="24"/>
          <w:szCs w:val="24"/>
        </w:rPr>
        <w:t>verificato la presenza</w:t>
      </w:r>
      <w:r w:rsidRPr="009F1D6F">
        <w:rPr>
          <w:rFonts w:ascii="Arial" w:hAnsi="Arial" w:cs="Arial"/>
          <w:color w:val="000000"/>
          <w:sz w:val="24"/>
          <w:szCs w:val="24"/>
        </w:rPr>
        <w:t xml:space="preserve"> de</w:t>
      </w:r>
      <w:r>
        <w:rPr>
          <w:rFonts w:ascii="Arial" w:hAnsi="Arial" w:cs="Arial"/>
          <w:color w:val="000000"/>
          <w:sz w:val="24"/>
          <w:szCs w:val="24"/>
        </w:rPr>
        <w:t xml:space="preserve">gli alunni, si </w:t>
      </w:r>
      <w:r w:rsidRPr="009F1D6F">
        <w:rPr>
          <w:rFonts w:ascii="Arial" w:hAnsi="Arial" w:cs="Arial"/>
          <w:color w:val="000000"/>
          <w:sz w:val="24"/>
          <w:szCs w:val="24"/>
        </w:rPr>
        <w:t xml:space="preserve">procede </w:t>
      </w:r>
      <w:r>
        <w:rPr>
          <w:rFonts w:ascii="Arial" w:hAnsi="Arial" w:cs="Arial"/>
          <w:color w:val="000000"/>
          <w:sz w:val="24"/>
          <w:szCs w:val="24"/>
        </w:rPr>
        <w:t>a</w:t>
      </w:r>
      <w:r w:rsidRPr="009F1D6F">
        <w:rPr>
          <w:rFonts w:ascii="Arial" w:hAnsi="Arial" w:cs="Arial"/>
          <w:color w:val="000000"/>
          <w:sz w:val="24"/>
          <w:szCs w:val="24"/>
        </w:rPr>
        <w:t xml:space="preserve">lla conduzione delle prove orali, garantendo che il </w:t>
      </w:r>
      <w:r>
        <w:rPr>
          <w:rFonts w:ascii="Arial" w:hAnsi="Arial" w:cs="Arial"/>
          <w:color w:val="000000"/>
          <w:sz w:val="24"/>
          <w:szCs w:val="24"/>
        </w:rPr>
        <w:t xml:space="preserve">docente </w:t>
      </w:r>
      <w:r w:rsidRPr="009F1D6F">
        <w:rPr>
          <w:rFonts w:ascii="Arial" w:hAnsi="Arial" w:cs="Arial"/>
          <w:color w:val="000000"/>
          <w:sz w:val="24"/>
          <w:szCs w:val="24"/>
        </w:rPr>
        <w:t xml:space="preserve">avente specifica competenza nella disciplina interessata sia sempre affiancato da almeno un altro </w:t>
      </w:r>
      <w:r>
        <w:rPr>
          <w:rFonts w:ascii="Arial" w:hAnsi="Arial" w:cs="Arial"/>
          <w:color w:val="000000"/>
          <w:sz w:val="24"/>
          <w:szCs w:val="24"/>
        </w:rPr>
        <w:t>docente</w:t>
      </w:r>
      <w:r w:rsidRPr="009F1D6F">
        <w:rPr>
          <w:rFonts w:ascii="Arial" w:hAnsi="Arial" w:cs="Arial"/>
          <w:color w:val="000000"/>
          <w:sz w:val="24"/>
          <w:szCs w:val="24"/>
        </w:rPr>
        <w:t>.</w:t>
      </w:r>
    </w:p>
    <w:p w14:paraId="333F01C2" w14:textId="77777777" w:rsidR="00C517B5" w:rsidRPr="009F1D6F" w:rsidRDefault="00C517B5" w:rsidP="00C517B5">
      <w:pPr>
        <w:spacing w:line="320" w:lineRule="exact"/>
        <w:jc w:val="both"/>
        <w:rPr>
          <w:rFonts w:ascii="Arial" w:hAnsi="Arial" w:cs="Arial"/>
          <w:color w:val="000000"/>
          <w:sz w:val="24"/>
          <w:szCs w:val="24"/>
        </w:rPr>
      </w:pPr>
      <w:r w:rsidRPr="009F1D6F">
        <w:rPr>
          <w:rFonts w:ascii="Arial" w:hAnsi="Arial" w:cs="Arial"/>
          <w:color w:val="000000"/>
          <w:sz w:val="24"/>
          <w:szCs w:val="24"/>
        </w:rPr>
        <w:t xml:space="preserve">Per ogni </w:t>
      </w:r>
      <w:r>
        <w:rPr>
          <w:rFonts w:ascii="Arial" w:hAnsi="Arial" w:cs="Arial"/>
          <w:color w:val="000000"/>
          <w:sz w:val="24"/>
          <w:szCs w:val="24"/>
        </w:rPr>
        <w:t>alunno</w:t>
      </w:r>
      <w:r w:rsidRPr="009F1D6F">
        <w:rPr>
          <w:rFonts w:ascii="Arial" w:hAnsi="Arial" w:cs="Arial"/>
          <w:color w:val="000000"/>
          <w:sz w:val="24"/>
          <w:szCs w:val="24"/>
        </w:rPr>
        <w:t xml:space="preserve"> e per ciascuna prova vengono trascritti sull'apposita scheda gli argomenti trattati e la valutazione, espressa con un </w:t>
      </w:r>
      <w:r>
        <w:rPr>
          <w:rFonts w:ascii="Arial" w:hAnsi="Arial" w:cs="Arial"/>
          <w:color w:val="000000"/>
          <w:sz w:val="24"/>
          <w:szCs w:val="24"/>
        </w:rPr>
        <w:t xml:space="preserve">giudizio e con un </w:t>
      </w:r>
      <w:r w:rsidRPr="009F1D6F">
        <w:rPr>
          <w:rFonts w:ascii="Arial" w:hAnsi="Arial" w:cs="Arial"/>
          <w:color w:val="000000"/>
          <w:sz w:val="24"/>
          <w:szCs w:val="24"/>
        </w:rPr>
        <w:t xml:space="preserve">voto compreso tra 1 e 10, formulata dai </w:t>
      </w:r>
      <w:r>
        <w:rPr>
          <w:rFonts w:ascii="Arial" w:hAnsi="Arial" w:cs="Arial"/>
          <w:color w:val="000000"/>
          <w:sz w:val="24"/>
          <w:szCs w:val="24"/>
        </w:rPr>
        <w:t xml:space="preserve">docenti </w:t>
      </w:r>
      <w:r w:rsidRPr="009F1D6F">
        <w:rPr>
          <w:rFonts w:ascii="Arial" w:hAnsi="Arial" w:cs="Arial"/>
          <w:color w:val="000000"/>
          <w:sz w:val="24"/>
          <w:szCs w:val="24"/>
        </w:rPr>
        <w:t xml:space="preserve">coinvolti. </w:t>
      </w:r>
    </w:p>
    <w:p w14:paraId="13334725" w14:textId="77777777" w:rsidR="00C517B5" w:rsidRPr="009F1D6F" w:rsidRDefault="00C517B5" w:rsidP="00C517B5">
      <w:pPr>
        <w:spacing w:line="320" w:lineRule="exact"/>
        <w:jc w:val="both"/>
        <w:rPr>
          <w:rFonts w:ascii="Arial" w:hAnsi="Arial" w:cs="Arial"/>
          <w:color w:val="000000"/>
          <w:sz w:val="24"/>
          <w:szCs w:val="24"/>
        </w:rPr>
      </w:pPr>
      <w:r w:rsidRPr="009F1D6F">
        <w:rPr>
          <w:rFonts w:ascii="Arial" w:hAnsi="Arial" w:cs="Arial"/>
          <w:color w:val="000000"/>
          <w:sz w:val="24"/>
          <w:szCs w:val="24"/>
        </w:rPr>
        <w:t>Di quanto sopra è redatto e s</w:t>
      </w:r>
      <w:r>
        <w:rPr>
          <w:rFonts w:ascii="Arial" w:hAnsi="Arial" w:cs="Arial"/>
          <w:color w:val="000000"/>
          <w:sz w:val="24"/>
          <w:szCs w:val="24"/>
        </w:rPr>
        <w:t>ottoscritto il presente verbale</w:t>
      </w:r>
    </w:p>
    <w:p w14:paraId="313D1DD9" w14:textId="77777777" w:rsidR="00C517B5" w:rsidRPr="009F1D6F" w:rsidRDefault="00C517B5" w:rsidP="00C517B5">
      <w:pPr>
        <w:spacing w:line="320" w:lineRule="exact"/>
        <w:rPr>
          <w:rFonts w:ascii="Arial" w:hAnsi="Arial" w:cs="Arial"/>
          <w:color w:val="000000"/>
          <w:sz w:val="24"/>
          <w:szCs w:val="24"/>
        </w:rPr>
      </w:pPr>
    </w:p>
    <w:p w14:paraId="10AEEBA5" w14:textId="77777777" w:rsidR="004E6D6B" w:rsidRDefault="00DB2EA2" w:rsidP="00ED222E">
      <w:pPr>
        <w:spacing w:line="320" w:lineRule="exact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</w:t>
      </w:r>
    </w:p>
    <w:p w14:paraId="1A1A5B21" w14:textId="77777777" w:rsidR="004E6D6B" w:rsidRDefault="004E6D6B" w:rsidP="00ED222E">
      <w:pPr>
        <w:spacing w:line="320" w:lineRule="exact"/>
        <w:jc w:val="right"/>
        <w:rPr>
          <w:rFonts w:ascii="Arial" w:hAnsi="Arial" w:cs="Arial"/>
          <w:sz w:val="24"/>
          <w:szCs w:val="24"/>
        </w:rPr>
      </w:pPr>
    </w:p>
    <w:p w14:paraId="0026BCB6" w14:textId="77777777" w:rsidR="00C517B5" w:rsidRPr="007C6189" w:rsidRDefault="00C34A76" w:rsidP="004E6D6B">
      <w:pPr>
        <w:spacing w:line="320" w:lineRule="exact"/>
        <w:ind w:left="5664" w:firstLine="708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LA COMMISSIONE</w:t>
      </w:r>
    </w:p>
    <w:p w14:paraId="69223CAD" w14:textId="77777777" w:rsidR="00C517B5" w:rsidRPr="007C6189" w:rsidRDefault="00C517B5" w:rsidP="00C517B5">
      <w:pPr>
        <w:spacing w:line="320" w:lineRule="exact"/>
        <w:rPr>
          <w:rFonts w:ascii="Arial" w:hAnsi="Arial" w:cs="Arial"/>
          <w:sz w:val="24"/>
          <w:szCs w:val="24"/>
        </w:rPr>
      </w:pPr>
    </w:p>
    <w:p w14:paraId="617E9948" w14:textId="77777777" w:rsidR="00C517B5" w:rsidRDefault="00ED222E" w:rsidP="00C517B5">
      <w:pPr>
        <w:spacing w:line="320" w:lineRule="exac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  </w:t>
      </w:r>
    </w:p>
    <w:p w14:paraId="50CB3E9D" w14:textId="77777777" w:rsidR="00C517B5" w:rsidRPr="007C6189" w:rsidRDefault="00C517B5" w:rsidP="00C517B5">
      <w:pPr>
        <w:spacing w:line="320" w:lineRule="exact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Pr="007C6189">
        <w:rPr>
          <w:rFonts w:ascii="Arial" w:hAnsi="Arial" w:cs="Arial"/>
          <w:sz w:val="24"/>
          <w:szCs w:val="24"/>
        </w:rPr>
        <w:t>………………………</w:t>
      </w:r>
      <w:r>
        <w:rPr>
          <w:rFonts w:ascii="Arial" w:hAnsi="Arial" w:cs="Arial"/>
          <w:sz w:val="24"/>
          <w:szCs w:val="24"/>
        </w:rPr>
        <w:t>………………..</w:t>
      </w:r>
    </w:p>
    <w:p w14:paraId="202DF69D" w14:textId="77777777" w:rsidR="00C517B5" w:rsidRDefault="00C517B5" w:rsidP="00C517B5">
      <w:pPr>
        <w:spacing w:line="320" w:lineRule="exac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       </w:t>
      </w:r>
    </w:p>
    <w:p w14:paraId="1E5A95E4" w14:textId="77777777" w:rsidR="00C517B5" w:rsidRDefault="00ED222E" w:rsidP="00C517B5">
      <w:pPr>
        <w:spacing w:line="320" w:lineRule="exact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C517B5">
        <w:rPr>
          <w:rFonts w:ascii="Arial" w:hAnsi="Arial" w:cs="Arial"/>
          <w:sz w:val="24"/>
          <w:szCs w:val="24"/>
        </w:rPr>
        <w:t xml:space="preserve"> </w:t>
      </w:r>
      <w:r w:rsidR="00C517B5" w:rsidRPr="007C6189">
        <w:rPr>
          <w:rFonts w:ascii="Arial" w:hAnsi="Arial" w:cs="Arial"/>
          <w:sz w:val="24"/>
          <w:szCs w:val="24"/>
        </w:rPr>
        <w:t>………………………</w:t>
      </w:r>
      <w:r w:rsidR="00C517B5">
        <w:rPr>
          <w:rFonts w:ascii="Arial" w:hAnsi="Arial" w:cs="Arial"/>
          <w:sz w:val="24"/>
          <w:szCs w:val="24"/>
        </w:rPr>
        <w:t>………………..</w:t>
      </w:r>
    </w:p>
    <w:p w14:paraId="14350FCB" w14:textId="77777777" w:rsidR="00C517B5" w:rsidRDefault="00C517B5" w:rsidP="00C517B5">
      <w:pPr>
        <w:spacing w:line="320" w:lineRule="exac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       </w:t>
      </w:r>
    </w:p>
    <w:p w14:paraId="52AB888E" w14:textId="77777777" w:rsidR="004E6D6B" w:rsidRDefault="004E6D6B" w:rsidP="00C517B5">
      <w:pPr>
        <w:spacing w:line="320" w:lineRule="exact"/>
        <w:jc w:val="right"/>
        <w:rPr>
          <w:rFonts w:ascii="Arial" w:hAnsi="Arial" w:cs="Arial"/>
          <w:sz w:val="24"/>
          <w:szCs w:val="24"/>
        </w:rPr>
      </w:pPr>
    </w:p>
    <w:p w14:paraId="19A29711" w14:textId="77777777" w:rsidR="00C517B5" w:rsidRDefault="00C517B5" w:rsidP="004E6D6B">
      <w:pPr>
        <w:spacing w:line="320" w:lineRule="exac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9"/>
        <w:gridCol w:w="2152"/>
        <w:gridCol w:w="6804"/>
        <w:gridCol w:w="919"/>
      </w:tblGrid>
      <w:tr w:rsidR="00C517B5" w:rsidRPr="00667F5E" w14:paraId="038ACBE4" w14:textId="77777777" w:rsidTr="00DB2EA2">
        <w:trPr>
          <w:jc w:val="center"/>
        </w:trPr>
        <w:tc>
          <w:tcPr>
            <w:tcW w:w="227" w:type="pct"/>
            <w:vAlign w:val="center"/>
          </w:tcPr>
          <w:p w14:paraId="0D8A14BC" w14:textId="77777777" w:rsidR="00C517B5" w:rsidRPr="00667F5E" w:rsidRDefault="00C517B5" w:rsidP="0040450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67F5E">
              <w:rPr>
                <w:rFonts w:ascii="Arial" w:hAnsi="Arial" w:cs="Arial"/>
                <w:sz w:val="24"/>
                <w:szCs w:val="24"/>
              </w:rPr>
              <w:t>N°</w:t>
            </w:r>
          </w:p>
        </w:tc>
        <w:tc>
          <w:tcPr>
            <w:tcW w:w="1040" w:type="pct"/>
            <w:vAlign w:val="center"/>
          </w:tcPr>
          <w:p w14:paraId="054A348F" w14:textId="77777777" w:rsidR="00C517B5" w:rsidRPr="00CD0899" w:rsidRDefault="00C517B5" w:rsidP="00404500">
            <w:pPr>
              <w:jc w:val="center"/>
              <w:rPr>
                <w:rFonts w:ascii="Arial" w:hAnsi="Arial" w:cs="Arial"/>
              </w:rPr>
            </w:pPr>
            <w:r w:rsidRPr="00CD0899">
              <w:rPr>
                <w:rFonts w:ascii="Arial" w:hAnsi="Arial" w:cs="Arial"/>
              </w:rPr>
              <w:t>COGNOME E NOME</w:t>
            </w:r>
          </w:p>
        </w:tc>
        <w:tc>
          <w:tcPr>
            <w:tcW w:w="3289" w:type="pct"/>
            <w:vAlign w:val="center"/>
          </w:tcPr>
          <w:p w14:paraId="0ACF17A3" w14:textId="77777777" w:rsidR="00C517B5" w:rsidRPr="00CD0899" w:rsidRDefault="00C517B5" w:rsidP="00404500">
            <w:pPr>
              <w:jc w:val="center"/>
              <w:rPr>
                <w:rFonts w:ascii="Arial" w:hAnsi="Arial" w:cs="Arial"/>
              </w:rPr>
            </w:pPr>
            <w:r w:rsidRPr="00CD0899">
              <w:rPr>
                <w:rFonts w:ascii="Arial" w:hAnsi="Arial" w:cs="Arial"/>
              </w:rPr>
              <w:t>ARGOMENTI</w:t>
            </w:r>
          </w:p>
        </w:tc>
        <w:tc>
          <w:tcPr>
            <w:tcW w:w="444" w:type="pct"/>
            <w:tcBorders>
              <w:bottom w:val="single" w:sz="4" w:space="0" w:color="auto"/>
            </w:tcBorders>
            <w:vAlign w:val="center"/>
          </w:tcPr>
          <w:p w14:paraId="45CA78D8" w14:textId="77777777" w:rsidR="00C517B5" w:rsidRPr="00667F5E" w:rsidRDefault="00C517B5" w:rsidP="0040450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VOTO</w:t>
            </w:r>
          </w:p>
        </w:tc>
      </w:tr>
      <w:tr w:rsidR="00C517B5" w:rsidRPr="00667F5E" w14:paraId="67863A97" w14:textId="77777777" w:rsidTr="00DB2EA2">
        <w:trPr>
          <w:trHeight w:val="454"/>
          <w:jc w:val="center"/>
        </w:trPr>
        <w:tc>
          <w:tcPr>
            <w:tcW w:w="227" w:type="pct"/>
            <w:tcBorders>
              <w:bottom w:val="single" w:sz="4" w:space="0" w:color="auto"/>
            </w:tcBorders>
            <w:vAlign w:val="center"/>
          </w:tcPr>
          <w:p w14:paraId="7EBC9FFF" w14:textId="77777777" w:rsidR="00C517B5" w:rsidRPr="00667F5E" w:rsidRDefault="00C517B5" w:rsidP="005B7DD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40" w:type="pct"/>
            <w:vAlign w:val="center"/>
          </w:tcPr>
          <w:p w14:paraId="2553065B" w14:textId="77777777" w:rsidR="00C517B5" w:rsidRPr="00667F5E" w:rsidRDefault="00C517B5" w:rsidP="00404500">
            <w:pPr>
              <w:ind w:left="720" w:hanging="36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89" w:type="pct"/>
            <w:vAlign w:val="center"/>
          </w:tcPr>
          <w:p w14:paraId="7D278954" w14:textId="77777777" w:rsidR="00C517B5" w:rsidRPr="00667F5E" w:rsidRDefault="00C517B5" w:rsidP="00404500">
            <w:pPr>
              <w:ind w:left="720" w:hanging="36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44" w:type="pct"/>
            <w:vMerge w:val="restart"/>
            <w:vAlign w:val="center"/>
          </w:tcPr>
          <w:p w14:paraId="70CC4529" w14:textId="77777777" w:rsidR="00C517B5" w:rsidRPr="00667F5E" w:rsidRDefault="00C517B5" w:rsidP="00404500">
            <w:pPr>
              <w:ind w:left="720" w:hanging="36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517B5" w:rsidRPr="00667F5E" w14:paraId="60ECEBE7" w14:textId="77777777" w:rsidTr="00DB2EA2">
        <w:trPr>
          <w:trHeight w:val="454"/>
          <w:jc w:val="center"/>
        </w:trPr>
        <w:tc>
          <w:tcPr>
            <w:tcW w:w="227" w:type="pct"/>
            <w:tcBorders>
              <w:bottom w:val="nil"/>
            </w:tcBorders>
            <w:vAlign w:val="center"/>
          </w:tcPr>
          <w:p w14:paraId="2382A712" w14:textId="77777777" w:rsidR="00C517B5" w:rsidRPr="00667F5E" w:rsidRDefault="00C517B5" w:rsidP="00404500">
            <w:pPr>
              <w:ind w:left="142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40" w:type="pct"/>
            <w:vAlign w:val="center"/>
          </w:tcPr>
          <w:p w14:paraId="66502CD0" w14:textId="77777777" w:rsidR="00C517B5" w:rsidRPr="00667F5E" w:rsidRDefault="00C517B5" w:rsidP="0040450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89" w:type="pct"/>
            <w:vAlign w:val="center"/>
          </w:tcPr>
          <w:p w14:paraId="2CD40826" w14:textId="77777777" w:rsidR="00C517B5" w:rsidRPr="00667F5E" w:rsidRDefault="00C517B5" w:rsidP="00404500">
            <w:pPr>
              <w:ind w:left="720" w:hanging="36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44" w:type="pct"/>
            <w:vMerge/>
            <w:vAlign w:val="center"/>
          </w:tcPr>
          <w:p w14:paraId="5D495273" w14:textId="77777777" w:rsidR="00C517B5" w:rsidRPr="00667F5E" w:rsidRDefault="00C517B5" w:rsidP="00404500">
            <w:pPr>
              <w:ind w:left="356" w:firstLine="4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517B5" w:rsidRPr="00667F5E" w14:paraId="780C48D2" w14:textId="77777777" w:rsidTr="00DB2EA2">
        <w:trPr>
          <w:trHeight w:val="454"/>
          <w:jc w:val="center"/>
        </w:trPr>
        <w:tc>
          <w:tcPr>
            <w:tcW w:w="227" w:type="pct"/>
            <w:tcBorders>
              <w:top w:val="nil"/>
              <w:bottom w:val="nil"/>
            </w:tcBorders>
            <w:vAlign w:val="center"/>
          </w:tcPr>
          <w:p w14:paraId="7C22ECDC" w14:textId="77777777" w:rsidR="00C517B5" w:rsidRPr="00667F5E" w:rsidRDefault="00C517B5" w:rsidP="00404500">
            <w:pPr>
              <w:ind w:left="142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40" w:type="pct"/>
            <w:vAlign w:val="center"/>
          </w:tcPr>
          <w:p w14:paraId="62E59BFF" w14:textId="77777777" w:rsidR="00C517B5" w:rsidRPr="00667F5E" w:rsidRDefault="00C517B5" w:rsidP="0040450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Firma</w:t>
            </w:r>
          </w:p>
        </w:tc>
        <w:tc>
          <w:tcPr>
            <w:tcW w:w="3289" w:type="pct"/>
            <w:vAlign w:val="center"/>
          </w:tcPr>
          <w:p w14:paraId="1D9E6B04" w14:textId="77777777" w:rsidR="00C517B5" w:rsidRPr="00667F5E" w:rsidRDefault="00C517B5" w:rsidP="00404500">
            <w:pPr>
              <w:ind w:left="7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Giudizio</w:t>
            </w:r>
          </w:p>
        </w:tc>
        <w:tc>
          <w:tcPr>
            <w:tcW w:w="444" w:type="pct"/>
            <w:vMerge/>
            <w:vAlign w:val="center"/>
          </w:tcPr>
          <w:p w14:paraId="617C4913" w14:textId="77777777" w:rsidR="00C517B5" w:rsidRPr="00667F5E" w:rsidRDefault="00C517B5" w:rsidP="00404500">
            <w:pPr>
              <w:ind w:left="720" w:hanging="36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517B5" w:rsidRPr="00667F5E" w14:paraId="1C6B4EFB" w14:textId="77777777" w:rsidTr="00DB2EA2">
        <w:trPr>
          <w:trHeight w:val="454"/>
          <w:jc w:val="center"/>
        </w:trPr>
        <w:tc>
          <w:tcPr>
            <w:tcW w:w="227" w:type="pct"/>
            <w:tcBorders>
              <w:top w:val="nil"/>
            </w:tcBorders>
            <w:vAlign w:val="center"/>
          </w:tcPr>
          <w:p w14:paraId="0A52A836" w14:textId="77777777" w:rsidR="00C517B5" w:rsidRPr="00667F5E" w:rsidRDefault="00C517B5" w:rsidP="00404500">
            <w:pPr>
              <w:ind w:left="142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40" w:type="pct"/>
            <w:vAlign w:val="center"/>
          </w:tcPr>
          <w:p w14:paraId="200BE647" w14:textId="77777777" w:rsidR="00C517B5" w:rsidRPr="00667F5E" w:rsidRDefault="00C517B5" w:rsidP="00404500">
            <w:pPr>
              <w:ind w:left="720" w:hanging="36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89" w:type="pct"/>
            <w:vAlign w:val="center"/>
          </w:tcPr>
          <w:p w14:paraId="038DF04A" w14:textId="77777777" w:rsidR="00C517B5" w:rsidRPr="00667F5E" w:rsidRDefault="00C517B5" w:rsidP="00404500">
            <w:pPr>
              <w:ind w:left="720" w:hanging="36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44" w:type="pct"/>
            <w:vMerge/>
            <w:vAlign w:val="center"/>
          </w:tcPr>
          <w:p w14:paraId="7747E6B9" w14:textId="77777777" w:rsidR="00C517B5" w:rsidRPr="00667F5E" w:rsidRDefault="00C517B5" w:rsidP="00404500">
            <w:pPr>
              <w:ind w:left="720" w:hanging="36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5BC1ABC1" w14:textId="77777777" w:rsidR="00C517B5" w:rsidRDefault="00C517B5" w:rsidP="00C517B5">
      <w:pPr>
        <w:pStyle w:val="Titolo1"/>
        <w:rPr>
          <w:rFonts w:ascii="Arial" w:hAnsi="Arial" w:cs="Arial"/>
          <w:sz w:val="16"/>
          <w:szCs w:val="16"/>
        </w:rPr>
      </w:pPr>
    </w:p>
    <w:p w14:paraId="2FE6EA46" w14:textId="77777777" w:rsidR="00DB2EA2" w:rsidRPr="00DB2EA2" w:rsidRDefault="00DB2EA2" w:rsidP="00DB2EA2"/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9"/>
        <w:gridCol w:w="2154"/>
        <w:gridCol w:w="6802"/>
        <w:gridCol w:w="919"/>
      </w:tblGrid>
      <w:tr w:rsidR="00C517B5" w:rsidRPr="00667F5E" w14:paraId="6C75A940" w14:textId="77777777" w:rsidTr="00DB2EA2">
        <w:trPr>
          <w:jc w:val="center"/>
        </w:trPr>
        <w:tc>
          <w:tcPr>
            <w:tcW w:w="227" w:type="pct"/>
            <w:vAlign w:val="center"/>
          </w:tcPr>
          <w:p w14:paraId="48B64D21" w14:textId="77777777" w:rsidR="00C517B5" w:rsidRPr="00667F5E" w:rsidRDefault="00C517B5" w:rsidP="0040450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67F5E">
              <w:rPr>
                <w:rFonts w:ascii="Arial" w:hAnsi="Arial" w:cs="Arial"/>
                <w:sz w:val="24"/>
                <w:szCs w:val="24"/>
              </w:rPr>
              <w:t>N°</w:t>
            </w:r>
          </w:p>
        </w:tc>
        <w:tc>
          <w:tcPr>
            <w:tcW w:w="1041" w:type="pct"/>
            <w:vAlign w:val="center"/>
          </w:tcPr>
          <w:p w14:paraId="14B9D2B1" w14:textId="77777777" w:rsidR="00C517B5" w:rsidRPr="00CD0899" w:rsidRDefault="00C517B5" w:rsidP="00404500">
            <w:pPr>
              <w:jc w:val="center"/>
              <w:rPr>
                <w:rFonts w:ascii="Arial" w:hAnsi="Arial" w:cs="Arial"/>
              </w:rPr>
            </w:pPr>
            <w:r w:rsidRPr="00CD0899">
              <w:rPr>
                <w:rFonts w:ascii="Arial" w:hAnsi="Arial" w:cs="Arial"/>
              </w:rPr>
              <w:t>COGNOME E NOME</w:t>
            </w:r>
          </w:p>
        </w:tc>
        <w:tc>
          <w:tcPr>
            <w:tcW w:w="3288" w:type="pct"/>
            <w:vAlign w:val="center"/>
          </w:tcPr>
          <w:p w14:paraId="37D492C3" w14:textId="77777777" w:rsidR="00C517B5" w:rsidRPr="00CD0899" w:rsidRDefault="00C517B5" w:rsidP="00404500">
            <w:pPr>
              <w:jc w:val="center"/>
              <w:rPr>
                <w:rFonts w:ascii="Arial" w:hAnsi="Arial" w:cs="Arial"/>
              </w:rPr>
            </w:pPr>
            <w:r w:rsidRPr="00CD0899">
              <w:rPr>
                <w:rFonts w:ascii="Arial" w:hAnsi="Arial" w:cs="Arial"/>
              </w:rPr>
              <w:t>ARGOMENTI</w:t>
            </w:r>
          </w:p>
        </w:tc>
        <w:tc>
          <w:tcPr>
            <w:tcW w:w="444" w:type="pct"/>
            <w:tcBorders>
              <w:bottom w:val="single" w:sz="4" w:space="0" w:color="auto"/>
            </w:tcBorders>
            <w:vAlign w:val="center"/>
          </w:tcPr>
          <w:p w14:paraId="710F2119" w14:textId="77777777" w:rsidR="00C517B5" w:rsidRPr="00667F5E" w:rsidRDefault="00C517B5" w:rsidP="0040450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VOTO</w:t>
            </w:r>
          </w:p>
        </w:tc>
      </w:tr>
      <w:tr w:rsidR="00C517B5" w:rsidRPr="00667F5E" w14:paraId="61FC0FD0" w14:textId="77777777" w:rsidTr="00DB2EA2">
        <w:trPr>
          <w:trHeight w:val="454"/>
          <w:jc w:val="center"/>
        </w:trPr>
        <w:tc>
          <w:tcPr>
            <w:tcW w:w="227" w:type="pct"/>
            <w:tcBorders>
              <w:bottom w:val="single" w:sz="4" w:space="0" w:color="auto"/>
            </w:tcBorders>
            <w:vAlign w:val="center"/>
          </w:tcPr>
          <w:p w14:paraId="78EAEF1D" w14:textId="77777777" w:rsidR="00C517B5" w:rsidRPr="00667F5E" w:rsidRDefault="00C517B5" w:rsidP="005B7DD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41" w:type="pct"/>
            <w:vAlign w:val="center"/>
          </w:tcPr>
          <w:p w14:paraId="67E416E8" w14:textId="77777777" w:rsidR="00C517B5" w:rsidRPr="00667F5E" w:rsidRDefault="00C517B5" w:rsidP="00404500">
            <w:pPr>
              <w:ind w:left="720" w:hanging="36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88" w:type="pct"/>
            <w:vAlign w:val="center"/>
          </w:tcPr>
          <w:p w14:paraId="344FA75C" w14:textId="77777777" w:rsidR="00C517B5" w:rsidRPr="00667F5E" w:rsidRDefault="00C517B5" w:rsidP="00404500">
            <w:pPr>
              <w:ind w:left="720" w:hanging="36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44" w:type="pct"/>
            <w:vMerge w:val="restart"/>
            <w:vAlign w:val="center"/>
          </w:tcPr>
          <w:p w14:paraId="6ED44F88" w14:textId="77777777" w:rsidR="00C517B5" w:rsidRPr="00667F5E" w:rsidRDefault="00C517B5" w:rsidP="00404500">
            <w:pPr>
              <w:ind w:left="356" w:firstLine="4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517B5" w:rsidRPr="00667F5E" w14:paraId="3DF5B6C9" w14:textId="77777777" w:rsidTr="00DB2EA2">
        <w:trPr>
          <w:trHeight w:val="454"/>
          <w:jc w:val="center"/>
        </w:trPr>
        <w:tc>
          <w:tcPr>
            <w:tcW w:w="227" w:type="pct"/>
            <w:tcBorders>
              <w:bottom w:val="nil"/>
            </w:tcBorders>
            <w:vAlign w:val="center"/>
          </w:tcPr>
          <w:p w14:paraId="1DF77EB3" w14:textId="77777777" w:rsidR="00C517B5" w:rsidRPr="00667F5E" w:rsidRDefault="00C517B5" w:rsidP="00404500">
            <w:pPr>
              <w:ind w:left="142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41" w:type="pct"/>
            <w:vAlign w:val="center"/>
          </w:tcPr>
          <w:p w14:paraId="3AC44E3A" w14:textId="77777777" w:rsidR="00C517B5" w:rsidRPr="00667F5E" w:rsidRDefault="00C517B5" w:rsidP="0040450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88" w:type="pct"/>
            <w:vAlign w:val="center"/>
          </w:tcPr>
          <w:p w14:paraId="17F9DF90" w14:textId="77777777" w:rsidR="00C517B5" w:rsidRPr="00667F5E" w:rsidRDefault="00C517B5" w:rsidP="00404500">
            <w:pPr>
              <w:ind w:left="720" w:hanging="36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44" w:type="pct"/>
            <w:vMerge/>
            <w:vAlign w:val="center"/>
          </w:tcPr>
          <w:p w14:paraId="68025EA4" w14:textId="77777777" w:rsidR="00C517B5" w:rsidRPr="00667F5E" w:rsidRDefault="00C517B5" w:rsidP="00404500">
            <w:pPr>
              <w:ind w:left="720" w:hanging="36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517B5" w:rsidRPr="00667F5E" w14:paraId="6C3D5EE7" w14:textId="77777777" w:rsidTr="00DB2EA2">
        <w:trPr>
          <w:trHeight w:val="454"/>
          <w:jc w:val="center"/>
        </w:trPr>
        <w:tc>
          <w:tcPr>
            <w:tcW w:w="227" w:type="pct"/>
            <w:tcBorders>
              <w:top w:val="nil"/>
              <w:bottom w:val="nil"/>
            </w:tcBorders>
            <w:vAlign w:val="center"/>
          </w:tcPr>
          <w:p w14:paraId="16720481" w14:textId="77777777" w:rsidR="00C517B5" w:rsidRPr="00667F5E" w:rsidRDefault="00C517B5" w:rsidP="00404500">
            <w:pPr>
              <w:ind w:left="142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41" w:type="pct"/>
            <w:vAlign w:val="center"/>
          </w:tcPr>
          <w:p w14:paraId="2F238748" w14:textId="77777777" w:rsidR="00C517B5" w:rsidRPr="00667F5E" w:rsidRDefault="00C517B5" w:rsidP="0040450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Firma</w:t>
            </w:r>
          </w:p>
        </w:tc>
        <w:tc>
          <w:tcPr>
            <w:tcW w:w="3288" w:type="pct"/>
            <w:vAlign w:val="center"/>
          </w:tcPr>
          <w:p w14:paraId="01099466" w14:textId="77777777" w:rsidR="00C517B5" w:rsidRPr="00C218C0" w:rsidRDefault="00C517B5" w:rsidP="00404500">
            <w:pPr>
              <w:ind w:left="7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Giudizio </w:t>
            </w:r>
          </w:p>
        </w:tc>
        <w:tc>
          <w:tcPr>
            <w:tcW w:w="444" w:type="pct"/>
            <w:vMerge/>
            <w:vAlign w:val="center"/>
          </w:tcPr>
          <w:p w14:paraId="678ECC38" w14:textId="77777777" w:rsidR="00C517B5" w:rsidRPr="00667F5E" w:rsidRDefault="00C517B5" w:rsidP="00404500">
            <w:pPr>
              <w:ind w:left="720" w:hanging="36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517B5" w:rsidRPr="00667F5E" w14:paraId="293E853A" w14:textId="77777777" w:rsidTr="00DB2EA2">
        <w:trPr>
          <w:trHeight w:val="454"/>
          <w:jc w:val="center"/>
        </w:trPr>
        <w:tc>
          <w:tcPr>
            <w:tcW w:w="227" w:type="pct"/>
            <w:tcBorders>
              <w:top w:val="nil"/>
            </w:tcBorders>
            <w:vAlign w:val="center"/>
          </w:tcPr>
          <w:p w14:paraId="096EB211" w14:textId="77777777" w:rsidR="00C517B5" w:rsidRPr="00667F5E" w:rsidRDefault="00C517B5" w:rsidP="00404500">
            <w:pPr>
              <w:ind w:left="142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41" w:type="pct"/>
            <w:vAlign w:val="center"/>
          </w:tcPr>
          <w:p w14:paraId="76B1EA3F" w14:textId="77777777" w:rsidR="00C517B5" w:rsidRPr="00667F5E" w:rsidRDefault="00C517B5" w:rsidP="00404500">
            <w:pPr>
              <w:ind w:left="720" w:hanging="36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88" w:type="pct"/>
            <w:vAlign w:val="center"/>
          </w:tcPr>
          <w:p w14:paraId="22747C4F" w14:textId="77777777" w:rsidR="00C517B5" w:rsidRPr="00667F5E" w:rsidRDefault="00C517B5" w:rsidP="00404500">
            <w:pPr>
              <w:ind w:left="720" w:hanging="36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44" w:type="pct"/>
            <w:vMerge/>
            <w:vAlign w:val="center"/>
          </w:tcPr>
          <w:p w14:paraId="69D19B45" w14:textId="77777777" w:rsidR="00C517B5" w:rsidRPr="00667F5E" w:rsidRDefault="00C517B5" w:rsidP="00404500">
            <w:pPr>
              <w:ind w:left="720" w:hanging="36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5E89CFC5" w14:textId="77777777" w:rsidR="00C517B5" w:rsidRDefault="00C517B5" w:rsidP="00C517B5">
      <w:pPr>
        <w:pStyle w:val="Titolo1"/>
        <w:rPr>
          <w:rFonts w:ascii="Arial" w:hAnsi="Arial" w:cs="Arial"/>
          <w:sz w:val="16"/>
          <w:szCs w:val="16"/>
        </w:rPr>
      </w:pPr>
    </w:p>
    <w:p w14:paraId="67F4A044" w14:textId="77777777" w:rsidR="00DB2EA2" w:rsidRPr="00DB2EA2" w:rsidRDefault="00DB2EA2" w:rsidP="00DB2EA2"/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9"/>
        <w:gridCol w:w="2154"/>
        <w:gridCol w:w="6802"/>
        <w:gridCol w:w="919"/>
      </w:tblGrid>
      <w:tr w:rsidR="00C517B5" w:rsidRPr="00667F5E" w14:paraId="72E518D8" w14:textId="77777777" w:rsidTr="00DB2EA2">
        <w:trPr>
          <w:jc w:val="center"/>
        </w:trPr>
        <w:tc>
          <w:tcPr>
            <w:tcW w:w="227" w:type="pct"/>
            <w:vAlign w:val="center"/>
          </w:tcPr>
          <w:p w14:paraId="2EB53987" w14:textId="77777777" w:rsidR="00C517B5" w:rsidRPr="00667F5E" w:rsidRDefault="00C517B5" w:rsidP="0040450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67F5E">
              <w:rPr>
                <w:rFonts w:ascii="Arial" w:hAnsi="Arial" w:cs="Arial"/>
                <w:sz w:val="24"/>
                <w:szCs w:val="24"/>
              </w:rPr>
              <w:t>N°</w:t>
            </w:r>
          </w:p>
        </w:tc>
        <w:tc>
          <w:tcPr>
            <w:tcW w:w="1041" w:type="pct"/>
            <w:vAlign w:val="center"/>
          </w:tcPr>
          <w:p w14:paraId="796CCE4D" w14:textId="77777777" w:rsidR="00C517B5" w:rsidRPr="00CD0899" w:rsidRDefault="00C517B5" w:rsidP="00404500">
            <w:pPr>
              <w:jc w:val="center"/>
              <w:rPr>
                <w:rFonts w:ascii="Arial" w:hAnsi="Arial" w:cs="Arial"/>
              </w:rPr>
            </w:pPr>
            <w:r w:rsidRPr="00CD0899">
              <w:rPr>
                <w:rFonts w:ascii="Arial" w:hAnsi="Arial" w:cs="Arial"/>
              </w:rPr>
              <w:t>COGNOME E NOME</w:t>
            </w:r>
          </w:p>
        </w:tc>
        <w:tc>
          <w:tcPr>
            <w:tcW w:w="3288" w:type="pct"/>
            <w:vAlign w:val="center"/>
          </w:tcPr>
          <w:p w14:paraId="5E334D24" w14:textId="77777777" w:rsidR="00C517B5" w:rsidRPr="00CD0899" w:rsidRDefault="00C517B5" w:rsidP="00404500">
            <w:pPr>
              <w:jc w:val="center"/>
              <w:rPr>
                <w:rFonts w:ascii="Arial" w:hAnsi="Arial" w:cs="Arial"/>
              </w:rPr>
            </w:pPr>
            <w:r w:rsidRPr="00CD0899">
              <w:rPr>
                <w:rFonts w:ascii="Arial" w:hAnsi="Arial" w:cs="Arial"/>
              </w:rPr>
              <w:t>ARGOMENTI</w:t>
            </w:r>
          </w:p>
        </w:tc>
        <w:tc>
          <w:tcPr>
            <w:tcW w:w="444" w:type="pct"/>
            <w:tcBorders>
              <w:bottom w:val="single" w:sz="4" w:space="0" w:color="auto"/>
            </w:tcBorders>
            <w:vAlign w:val="center"/>
          </w:tcPr>
          <w:p w14:paraId="712350F1" w14:textId="77777777" w:rsidR="00C517B5" w:rsidRPr="00667F5E" w:rsidRDefault="00C517B5" w:rsidP="0040450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VOTO</w:t>
            </w:r>
          </w:p>
        </w:tc>
      </w:tr>
      <w:tr w:rsidR="00C517B5" w:rsidRPr="00667F5E" w14:paraId="3F2E31BA" w14:textId="77777777" w:rsidTr="00DB2EA2">
        <w:trPr>
          <w:trHeight w:val="454"/>
          <w:jc w:val="center"/>
        </w:trPr>
        <w:tc>
          <w:tcPr>
            <w:tcW w:w="227" w:type="pct"/>
            <w:tcBorders>
              <w:bottom w:val="single" w:sz="4" w:space="0" w:color="auto"/>
            </w:tcBorders>
            <w:vAlign w:val="center"/>
          </w:tcPr>
          <w:p w14:paraId="59F71ADE" w14:textId="77777777" w:rsidR="00C517B5" w:rsidRPr="00667F5E" w:rsidRDefault="00C517B5" w:rsidP="005B7DD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41" w:type="pct"/>
            <w:vAlign w:val="center"/>
          </w:tcPr>
          <w:p w14:paraId="77CE8EFC" w14:textId="77777777" w:rsidR="00C517B5" w:rsidRPr="00667F5E" w:rsidRDefault="00C517B5" w:rsidP="00404500">
            <w:pPr>
              <w:ind w:left="720" w:hanging="36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88" w:type="pct"/>
            <w:vAlign w:val="center"/>
          </w:tcPr>
          <w:p w14:paraId="4A505FAB" w14:textId="77777777" w:rsidR="00C517B5" w:rsidRPr="00667F5E" w:rsidRDefault="00C517B5" w:rsidP="00404500">
            <w:pPr>
              <w:ind w:left="720" w:hanging="36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44" w:type="pct"/>
            <w:vMerge w:val="restart"/>
            <w:vAlign w:val="center"/>
          </w:tcPr>
          <w:p w14:paraId="0873025C" w14:textId="77777777" w:rsidR="00C517B5" w:rsidRPr="00667F5E" w:rsidRDefault="00C517B5" w:rsidP="00404500">
            <w:pPr>
              <w:ind w:left="720" w:hanging="36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517B5" w:rsidRPr="00667F5E" w14:paraId="7E39A763" w14:textId="77777777" w:rsidTr="00DB2EA2">
        <w:trPr>
          <w:trHeight w:val="454"/>
          <w:jc w:val="center"/>
        </w:trPr>
        <w:tc>
          <w:tcPr>
            <w:tcW w:w="227" w:type="pct"/>
            <w:tcBorders>
              <w:bottom w:val="nil"/>
            </w:tcBorders>
            <w:vAlign w:val="center"/>
          </w:tcPr>
          <w:p w14:paraId="6A369026" w14:textId="77777777" w:rsidR="00C517B5" w:rsidRPr="00667F5E" w:rsidRDefault="00C517B5" w:rsidP="00404500">
            <w:pPr>
              <w:ind w:left="142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41" w:type="pct"/>
            <w:vAlign w:val="center"/>
          </w:tcPr>
          <w:p w14:paraId="4A44EB01" w14:textId="77777777" w:rsidR="00C517B5" w:rsidRPr="00667F5E" w:rsidRDefault="00C517B5" w:rsidP="0040450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88" w:type="pct"/>
            <w:vAlign w:val="center"/>
          </w:tcPr>
          <w:p w14:paraId="50F8601A" w14:textId="77777777" w:rsidR="00C517B5" w:rsidRPr="00667F5E" w:rsidRDefault="00C517B5" w:rsidP="00404500">
            <w:pPr>
              <w:ind w:left="720" w:hanging="36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44" w:type="pct"/>
            <w:vMerge/>
            <w:vAlign w:val="center"/>
          </w:tcPr>
          <w:p w14:paraId="638B9E02" w14:textId="77777777" w:rsidR="00C517B5" w:rsidRPr="00667F5E" w:rsidRDefault="00C517B5" w:rsidP="00404500">
            <w:pPr>
              <w:ind w:left="720" w:hanging="36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517B5" w:rsidRPr="00667F5E" w14:paraId="166D23C0" w14:textId="77777777" w:rsidTr="00DB2EA2">
        <w:trPr>
          <w:trHeight w:val="454"/>
          <w:jc w:val="center"/>
        </w:trPr>
        <w:tc>
          <w:tcPr>
            <w:tcW w:w="227" w:type="pct"/>
            <w:tcBorders>
              <w:top w:val="nil"/>
              <w:bottom w:val="nil"/>
            </w:tcBorders>
            <w:vAlign w:val="center"/>
          </w:tcPr>
          <w:p w14:paraId="04D77A0E" w14:textId="77777777" w:rsidR="00C517B5" w:rsidRPr="00667F5E" w:rsidRDefault="00C517B5" w:rsidP="00404500">
            <w:pPr>
              <w:ind w:left="142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41" w:type="pct"/>
            <w:vAlign w:val="center"/>
          </w:tcPr>
          <w:p w14:paraId="59720C94" w14:textId="77777777" w:rsidR="00C517B5" w:rsidRPr="00667F5E" w:rsidRDefault="00C517B5" w:rsidP="0040450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Firma</w:t>
            </w:r>
          </w:p>
        </w:tc>
        <w:tc>
          <w:tcPr>
            <w:tcW w:w="3288" w:type="pct"/>
            <w:vAlign w:val="center"/>
          </w:tcPr>
          <w:p w14:paraId="07596B07" w14:textId="77777777" w:rsidR="00C517B5" w:rsidRPr="00667F5E" w:rsidRDefault="00C517B5" w:rsidP="0040450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Giudizio </w:t>
            </w:r>
          </w:p>
        </w:tc>
        <w:tc>
          <w:tcPr>
            <w:tcW w:w="444" w:type="pct"/>
            <w:vMerge/>
            <w:vAlign w:val="center"/>
          </w:tcPr>
          <w:p w14:paraId="0C6B962E" w14:textId="77777777" w:rsidR="00C517B5" w:rsidRPr="00667F5E" w:rsidRDefault="00C517B5" w:rsidP="00404500">
            <w:pPr>
              <w:ind w:left="720" w:hanging="36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517B5" w:rsidRPr="00667F5E" w14:paraId="0E21C12A" w14:textId="77777777" w:rsidTr="00DB2EA2">
        <w:trPr>
          <w:trHeight w:val="454"/>
          <w:jc w:val="center"/>
        </w:trPr>
        <w:tc>
          <w:tcPr>
            <w:tcW w:w="227" w:type="pct"/>
            <w:tcBorders>
              <w:top w:val="nil"/>
            </w:tcBorders>
            <w:vAlign w:val="center"/>
          </w:tcPr>
          <w:p w14:paraId="740149B3" w14:textId="77777777" w:rsidR="00C517B5" w:rsidRPr="00667F5E" w:rsidRDefault="00C517B5" w:rsidP="00404500">
            <w:pPr>
              <w:ind w:left="142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41" w:type="pct"/>
            <w:vAlign w:val="center"/>
          </w:tcPr>
          <w:p w14:paraId="707546C5" w14:textId="77777777" w:rsidR="00C517B5" w:rsidRPr="00667F5E" w:rsidRDefault="00C517B5" w:rsidP="00404500">
            <w:pPr>
              <w:ind w:left="720" w:hanging="36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88" w:type="pct"/>
            <w:vAlign w:val="center"/>
          </w:tcPr>
          <w:p w14:paraId="5E28DF63" w14:textId="77777777" w:rsidR="00C517B5" w:rsidRPr="00667F5E" w:rsidRDefault="00C517B5" w:rsidP="00404500">
            <w:pPr>
              <w:ind w:left="720" w:hanging="36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44" w:type="pct"/>
            <w:vMerge/>
            <w:vAlign w:val="center"/>
          </w:tcPr>
          <w:p w14:paraId="610EC17D" w14:textId="77777777" w:rsidR="00C517B5" w:rsidRPr="00667F5E" w:rsidRDefault="00C517B5" w:rsidP="00404500">
            <w:pPr>
              <w:ind w:left="720" w:hanging="36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3FFC1930" w14:textId="77777777" w:rsidR="00C517B5" w:rsidRDefault="00C517B5" w:rsidP="00C517B5">
      <w:pPr>
        <w:pStyle w:val="Titolo1"/>
        <w:rPr>
          <w:rFonts w:ascii="Arial" w:hAnsi="Arial" w:cs="Arial"/>
          <w:sz w:val="16"/>
          <w:szCs w:val="16"/>
        </w:rPr>
      </w:pPr>
    </w:p>
    <w:p w14:paraId="455F115E" w14:textId="77777777" w:rsidR="00DB2EA2" w:rsidRPr="00DB2EA2" w:rsidRDefault="00DB2EA2" w:rsidP="00DB2EA2"/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9"/>
        <w:gridCol w:w="2152"/>
        <w:gridCol w:w="6804"/>
        <w:gridCol w:w="919"/>
      </w:tblGrid>
      <w:tr w:rsidR="00C517B5" w:rsidRPr="00667F5E" w14:paraId="7E71CC22" w14:textId="77777777" w:rsidTr="00DB2EA2">
        <w:trPr>
          <w:jc w:val="center"/>
        </w:trPr>
        <w:tc>
          <w:tcPr>
            <w:tcW w:w="227" w:type="pct"/>
            <w:vAlign w:val="center"/>
          </w:tcPr>
          <w:p w14:paraId="6B2A0F33" w14:textId="77777777" w:rsidR="00C517B5" w:rsidRPr="00667F5E" w:rsidRDefault="00C517B5" w:rsidP="0040450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67F5E">
              <w:rPr>
                <w:rFonts w:ascii="Arial" w:hAnsi="Arial" w:cs="Arial"/>
                <w:sz w:val="24"/>
                <w:szCs w:val="24"/>
              </w:rPr>
              <w:t>N°</w:t>
            </w:r>
          </w:p>
        </w:tc>
        <w:tc>
          <w:tcPr>
            <w:tcW w:w="1040" w:type="pct"/>
            <w:vAlign w:val="center"/>
          </w:tcPr>
          <w:p w14:paraId="4795FF61" w14:textId="77777777" w:rsidR="00C517B5" w:rsidRPr="00CD0899" w:rsidRDefault="00C517B5" w:rsidP="00404500">
            <w:pPr>
              <w:jc w:val="center"/>
              <w:rPr>
                <w:rFonts w:ascii="Arial" w:hAnsi="Arial" w:cs="Arial"/>
              </w:rPr>
            </w:pPr>
            <w:r w:rsidRPr="00CD0899">
              <w:rPr>
                <w:rFonts w:ascii="Arial" w:hAnsi="Arial" w:cs="Arial"/>
              </w:rPr>
              <w:t>COGNOME E NOME</w:t>
            </w:r>
          </w:p>
        </w:tc>
        <w:tc>
          <w:tcPr>
            <w:tcW w:w="3289" w:type="pct"/>
            <w:vAlign w:val="center"/>
          </w:tcPr>
          <w:p w14:paraId="6072FCC9" w14:textId="77777777" w:rsidR="00C517B5" w:rsidRPr="00CD0899" w:rsidRDefault="00C517B5" w:rsidP="00404500">
            <w:pPr>
              <w:jc w:val="center"/>
              <w:rPr>
                <w:rFonts w:ascii="Arial" w:hAnsi="Arial" w:cs="Arial"/>
              </w:rPr>
            </w:pPr>
            <w:r w:rsidRPr="00CD0899">
              <w:rPr>
                <w:rFonts w:ascii="Arial" w:hAnsi="Arial" w:cs="Arial"/>
              </w:rPr>
              <w:t>ARGOMENTI</w:t>
            </w:r>
          </w:p>
        </w:tc>
        <w:tc>
          <w:tcPr>
            <w:tcW w:w="444" w:type="pct"/>
            <w:tcBorders>
              <w:bottom w:val="single" w:sz="4" w:space="0" w:color="auto"/>
            </w:tcBorders>
            <w:vAlign w:val="center"/>
          </w:tcPr>
          <w:p w14:paraId="36588EFA" w14:textId="77777777" w:rsidR="00C517B5" w:rsidRPr="00667F5E" w:rsidRDefault="00C517B5" w:rsidP="0040450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VOTO</w:t>
            </w:r>
          </w:p>
        </w:tc>
      </w:tr>
      <w:tr w:rsidR="00C517B5" w:rsidRPr="00667F5E" w14:paraId="12EE807A" w14:textId="77777777" w:rsidTr="00DB2EA2">
        <w:trPr>
          <w:trHeight w:val="454"/>
          <w:jc w:val="center"/>
        </w:trPr>
        <w:tc>
          <w:tcPr>
            <w:tcW w:w="227" w:type="pct"/>
            <w:tcBorders>
              <w:bottom w:val="single" w:sz="4" w:space="0" w:color="auto"/>
            </w:tcBorders>
            <w:vAlign w:val="center"/>
          </w:tcPr>
          <w:p w14:paraId="6EB120D8" w14:textId="77777777" w:rsidR="00C517B5" w:rsidRPr="00667F5E" w:rsidRDefault="00C517B5" w:rsidP="005B7DD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40" w:type="pct"/>
            <w:vAlign w:val="center"/>
          </w:tcPr>
          <w:p w14:paraId="1C45FF46" w14:textId="77777777" w:rsidR="00C517B5" w:rsidRPr="00667F5E" w:rsidRDefault="00C517B5" w:rsidP="00404500">
            <w:pPr>
              <w:ind w:left="720" w:hanging="36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89" w:type="pct"/>
            <w:vAlign w:val="center"/>
          </w:tcPr>
          <w:p w14:paraId="445EDD32" w14:textId="77777777" w:rsidR="00C517B5" w:rsidRPr="00667F5E" w:rsidRDefault="00C517B5" w:rsidP="00404500">
            <w:pPr>
              <w:ind w:left="720" w:hanging="36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44" w:type="pct"/>
            <w:vMerge w:val="restart"/>
            <w:vAlign w:val="center"/>
          </w:tcPr>
          <w:p w14:paraId="0658ACEC" w14:textId="77777777" w:rsidR="00C517B5" w:rsidRPr="00667F5E" w:rsidRDefault="00C517B5" w:rsidP="00404500">
            <w:pPr>
              <w:ind w:left="720" w:hanging="36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517B5" w:rsidRPr="00667F5E" w14:paraId="30B9A9A5" w14:textId="77777777" w:rsidTr="00DB2EA2">
        <w:trPr>
          <w:trHeight w:val="454"/>
          <w:jc w:val="center"/>
        </w:trPr>
        <w:tc>
          <w:tcPr>
            <w:tcW w:w="227" w:type="pct"/>
            <w:tcBorders>
              <w:bottom w:val="nil"/>
            </w:tcBorders>
            <w:vAlign w:val="center"/>
          </w:tcPr>
          <w:p w14:paraId="62C37846" w14:textId="77777777" w:rsidR="00C517B5" w:rsidRPr="00667F5E" w:rsidRDefault="00C517B5" w:rsidP="00404500">
            <w:pPr>
              <w:ind w:left="142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40" w:type="pct"/>
            <w:vAlign w:val="center"/>
          </w:tcPr>
          <w:p w14:paraId="7FE9F8DB" w14:textId="77777777" w:rsidR="00C517B5" w:rsidRPr="00667F5E" w:rsidRDefault="00C517B5" w:rsidP="0040450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89" w:type="pct"/>
            <w:vAlign w:val="center"/>
          </w:tcPr>
          <w:p w14:paraId="4DFCEB2F" w14:textId="77777777" w:rsidR="00C517B5" w:rsidRPr="00667F5E" w:rsidRDefault="00C517B5" w:rsidP="00404500">
            <w:pPr>
              <w:ind w:left="720" w:hanging="36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44" w:type="pct"/>
            <w:vMerge/>
            <w:vAlign w:val="center"/>
          </w:tcPr>
          <w:p w14:paraId="7AD74D33" w14:textId="77777777" w:rsidR="00C517B5" w:rsidRPr="00667F5E" w:rsidRDefault="00C517B5" w:rsidP="00404500">
            <w:pPr>
              <w:ind w:left="720" w:hanging="36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517B5" w:rsidRPr="00667F5E" w14:paraId="7DEA6BEE" w14:textId="77777777" w:rsidTr="00DB2EA2">
        <w:trPr>
          <w:trHeight w:val="454"/>
          <w:jc w:val="center"/>
        </w:trPr>
        <w:tc>
          <w:tcPr>
            <w:tcW w:w="227" w:type="pct"/>
            <w:tcBorders>
              <w:top w:val="nil"/>
              <w:bottom w:val="nil"/>
            </w:tcBorders>
            <w:vAlign w:val="center"/>
          </w:tcPr>
          <w:p w14:paraId="5DADEC31" w14:textId="77777777" w:rsidR="00C517B5" w:rsidRPr="00667F5E" w:rsidRDefault="00C517B5" w:rsidP="00404500">
            <w:pPr>
              <w:ind w:left="142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40" w:type="pct"/>
            <w:vAlign w:val="center"/>
          </w:tcPr>
          <w:p w14:paraId="744AF80D" w14:textId="77777777" w:rsidR="00C517B5" w:rsidRPr="00667F5E" w:rsidRDefault="00C517B5" w:rsidP="0040450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Firma</w:t>
            </w:r>
          </w:p>
        </w:tc>
        <w:tc>
          <w:tcPr>
            <w:tcW w:w="3289" w:type="pct"/>
            <w:vAlign w:val="center"/>
          </w:tcPr>
          <w:p w14:paraId="7B1B0C45" w14:textId="77777777" w:rsidR="00C517B5" w:rsidRPr="00667F5E" w:rsidRDefault="00C517B5" w:rsidP="0040450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Giudizio</w:t>
            </w:r>
          </w:p>
        </w:tc>
        <w:tc>
          <w:tcPr>
            <w:tcW w:w="444" w:type="pct"/>
            <w:vMerge/>
            <w:vAlign w:val="center"/>
          </w:tcPr>
          <w:p w14:paraId="57B2B584" w14:textId="77777777" w:rsidR="00C517B5" w:rsidRPr="00667F5E" w:rsidRDefault="00C517B5" w:rsidP="00404500">
            <w:pPr>
              <w:ind w:left="720" w:hanging="36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517B5" w:rsidRPr="00667F5E" w14:paraId="41A22157" w14:textId="77777777" w:rsidTr="00DB2EA2">
        <w:trPr>
          <w:trHeight w:val="454"/>
          <w:jc w:val="center"/>
        </w:trPr>
        <w:tc>
          <w:tcPr>
            <w:tcW w:w="227" w:type="pct"/>
            <w:tcBorders>
              <w:top w:val="nil"/>
            </w:tcBorders>
            <w:vAlign w:val="center"/>
          </w:tcPr>
          <w:p w14:paraId="253B87A4" w14:textId="77777777" w:rsidR="00C517B5" w:rsidRPr="00667F5E" w:rsidRDefault="00C517B5" w:rsidP="00404500">
            <w:pPr>
              <w:ind w:left="142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40" w:type="pct"/>
            <w:vAlign w:val="center"/>
          </w:tcPr>
          <w:p w14:paraId="77CF73EB" w14:textId="77777777" w:rsidR="00C517B5" w:rsidRPr="00667F5E" w:rsidRDefault="00C517B5" w:rsidP="00404500">
            <w:pPr>
              <w:ind w:left="720" w:hanging="36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89" w:type="pct"/>
            <w:vAlign w:val="center"/>
          </w:tcPr>
          <w:p w14:paraId="6C9EFA4D" w14:textId="77777777" w:rsidR="00C517B5" w:rsidRPr="00667F5E" w:rsidRDefault="00C517B5" w:rsidP="00404500">
            <w:pPr>
              <w:ind w:left="720" w:hanging="36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44" w:type="pct"/>
            <w:vMerge/>
            <w:vAlign w:val="center"/>
          </w:tcPr>
          <w:p w14:paraId="29F54699" w14:textId="77777777" w:rsidR="00C517B5" w:rsidRPr="00667F5E" w:rsidRDefault="00C517B5" w:rsidP="00404500">
            <w:pPr>
              <w:ind w:left="720" w:hanging="36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03E5E492" w14:textId="77777777" w:rsidR="00C517B5" w:rsidRDefault="00C517B5" w:rsidP="00C517B5">
      <w:pPr>
        <w:pStyle w:val="Titolo1"/>
        <w:rPr>
          <w:rFonts w:ascii="Arial" w:hAnsi="Arial" w:cs="Arial"/>
          <w:sz w:val="16"/>
          <w:szCs w:val="16"/>
        </w:rPr>
      </w:pPr>
    </w:p>
    <w:p w14:paraId="257E5FFA" w14:textId="77777777" w:rsidR="00DB2EA2" w:rsidRPr="00DB2EA2" w:rsidRDefault="00DB2EA2" w:rsidP="00DB2EA2"/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9"/>
        <w:gridCol w:w="2152"/>
        <w:gridCol w:w="6804"/>
        <w:gridCol w:w="919"/>
      </w:tblGrid>
      <w:tr w:rsidR="00C517B5" w:rsidRPr="00667F5E" w14:paraId="269845C4" w14:textId="77777777" w:rsidTr="00DB2EA2">
        <w:trPr>
          <w:jc w:val="center"/>
        </w:trPr>
        <w:tc>
          <w:tcPr>
            <w:tcW w:w="227" w:type="pct"/>
            <w:vAlign w:val="center"/>
          </w:tcPr>
          <w:p w14:paraId="7C34B05D" w14:textId="77777777" w:rsidR="00C517B5" w:rsidRPr="00667F5E" w:rsidRDefault="00C517B5" w:rsidP="0040450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67F5E">
              <w:rPr>
                <w:rFonts w:ascii="Arial" w:hAnsi="Arial" w:cs="Arial"/>
                <w:sz w:val="24"/>
                <w:szCs w:val="24"/>
              </w:rPr>
              <w:t>N°</w:t>
            </w:r>
          </w:p>
        </w:tc>
        <w:tc>
          <w:tcPr>
            <w:tcW w:w="1040" w:type="pct"/>
            <w:vAlign w:val="center"/>
          </w:tcPr>
          <w:p w14:paraId="0C5EE8FB" w14:textId="77777777" w:rsidR="00C517B5" w:rsidRPr="00CD0899" w:rsidRDefault="00C517B5" w:rsidP="00404500">
            <w:pPr>
              <w:jc w:val="center"/>
              <w:rPr>
                <w:rFonts w:ascii="Arial" w:hAnsi="Arial" w:cs="Arial"/>
              </w:rPr>
            </w:pPr>
            <w:r w:rsidRPr="00CD0899">
              <w:rPr>
                <w:rFonts w:ascii="Arial" w:hAnsi="Arial" w:cs="Arial"/>
              </w:rPr>
              <w:t>COGNOME E NOME</w:t>
            </w:r>
          </w:p>
        </w:tc>
        <w:tc>
          <w:tcPr>
            <w:tcW w:w="3289" w:type="pct"/>
            <w:vAlign w:val="center"/>
          </w:tcPr>
          <w:p w14:paraId="301CAF24" w14:textId="77777777" w:rsidR="00C517B5" w:rsidRPr="00CD0899" w:rsidRDefault="00C517B5" w:rsidP="00404500">
            <w:pPr>
              <w:jc w:val="center"/>
              <w:rPr>
                <w:rFonts w:ascii="Arial" w:hAnsi="Arial" w:cs="Arial"/>
              </w:rPr>
            </w:pPr>
            <w:r w:rsidRPr="00CD0899">
              <w:rPr>
                <w:rFonts w:ascii="Arial" w:hAnsi="Arial" w:cs="Arial"/>
              </w:rPr>
              <w:t>ARGOMENTI</w:t>
            </w:r>
          </w:p>
        </w:tc>
        <w:tc>
          <w:tcPr>
            <w:tcW w:w="444" w:type="pct"/>
            <w:tcBorders>
              <w:bottom w:val="single" w:sz="4" w:space="0" w:color="auto"/>
            </w:tcBorders>
            <w:vAlign w:val="center"/>
          </w:tcPr>
          <w:p w14:paraId="5777B644" w14:textId="77777777" w:rsidR="00C517B5" w:rsidRPr="00667F5E" w:rsidRDefault="00C517B5" w:rsidP="0040450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VOTO</w:t>
            </w:r>
          </w:p>
        </w:tc>
      </w:tr>
      <w:tr w:rsidR="00C517B5" w:rsidRPr="00667F5E" w14:paraId="7B493F03" w14:textId="77777777" w:rsidTr="00DB2EA2">
        <w:trPr>
          <w:trHeight w:val="454"/>
          <w:jc w:val="center"/>
        </w:trPr>
        <w:tc>
          <w:tcPr>
            <w:tcW w:w="227" w:type="pct"/>
            <w:tcBorders>
              <w:bottom w:val="single" w:sz="4" w:space="0" w:color="auto"/>
            </w:tcBorders>
            <w:vAlign w:val="center"/>
          </w:tcPr>
          <w:p w14:paraId="3AB93BBB" w14:textId="77777777" w:rsidR="00C517B5" w:rsidRPr="00667F5E" w:rsidRDefault="00C517B5" w:rsidP="005B7DD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40" w:type="pct"/>
            <w:vAlign w:val="center"/>
          </w:tcPr>
          <w:p w14:paraId="6F35525E" w14:textId="77777777" w:rsidR="00C517B5" w:rsidRPr="00667F5E" w:rsidRDefault="00C517B5" w:rsidP="00404500">
            <w:pPr>
              <w:ind w:left="720" w:hanging="36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89" w:type="pct"/>
            <w:vAlign w:val="center"/>
          </w:tcPr>
          <w:p w14:paraId="6BA5CD64" w14:textId="77777777" w:rsidR="00C517B5" w:rsidRPr="00667F5E" w:rsidRDefault="00C517B5" w:rsidP="00404500">
            <w:pPr>
              <w:ind w:left="720" w:hanging="36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44" w:type="pct"/>
            <w:vMerge w:val="restart"/>
            <w:vAlign w:val="center"/>
          </w:tcPr>
          <w:p w14:paraId="52C56F3C" w14:textId="77777777" w:rsidR="00C517B5" w:rsidRPr="00667F5E" w:rsidRDefault="00C517B5" w:rsidP="00404500">
            <w:pPr>
              <w:ind w:left="720" w:hanging="36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517B5" w:rsidRPr="00667F5E" w14:paraId="0C71D8DE" w14:textId="77777777" w:rsidTr="00DB2EA2">
        <w:trPr>
          <w:trHeight w:val="454"/>
          <w:jc w:val="center"/>
        </w:trPr>
        <w:tc>
          <w:tcPr>
            <w:tcW w:w="227" w:type="pct"/>
            <w:tcBorders>
              <w:bottom w:val="nil"/>
            </w:tcBorders>
            <w:vAlign w:val="center"/>
          </w:tcPr>
          <w:p w14:paraId="44035DB6" w14:textId="77777777" w:rsidR="00C517B5" w:rsidRPr="00667F5E" w:rsidRDefault="00C517B5" w:rsidP="00404500">
            <w:pPr>
              <w:ind w:left="142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40" w:type="pct"/>
            <w:vAlign w:val="center"/>
          </w:tcPr>
          <w:p w14:paraId="502EE044" w14:textId="77777777" w:rsidR="00C517B5" w:rsidRPr="00667F5E" w:rsidRDefault="00C517B5" w:rsidP="0040450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89" w:type="pct"/>
            <w:vAlign w:val="center"/>
          </w:tcPr>
          <w:p w14:paraId="315E5FAE" w14:textId="77777777" w:rsidR="00C517B5" w:rsidRPr="00667F5E" w:rsidRDefault="00C517B5" w:rsidP="00404500">
            <w:pPr>
              <w:ind w:left="720" w:hanging="36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44" w:type="pct"/>
            <w:vMerge/>
            <w:vAlign w:val="center"/>
          </w:tcPr>
          <w:p w14:paraId="0C895AEC" w14:textId="77777777" w:rsidR="00C517B5" w:rsidRPr="00667F5E" w:rsidRDefault="00C517B5" w:rsidP="00404500">
            <w:pPr>
              <w:ind w:left="720" w:hanging="36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517B5" w:rsidRPr="00667F5E" w14:paraId="0E2EDDF6" w14:textId="77777777" w:rsidTr="00DB2EA2">
        <w:trPr>
          <w:trHeight w:val="454"/>
          <w:jc w:val="center"/>
        </w:trPr>
        <w:tc>
          <w:tcPr>
            <w:tcW w:w="227" w:type="pct"/>
            <w:tcBorders>
              <w:top w:val="nil"/>
              <w:bottom w:val="nil"/>
            </w:tcBorders>
            <w:vAlign w:val="center"/>
          </w:tcPr>
          <w:p w14:paraId="06997AEB" w14:textId="77777777" w:rsidR="00C517B5" w:rsidRPr="00667F5E" w:rsidRDefault="00C517B5" w:rsidP="00404500">
            <w:pPr>
              <w:ind w:left="142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40" w:type="pct"/>
            <w:vAlign w:val="center"/>
          </w:tcPr>
          <w:p w14:paraId="490D3AAC" w14:textId="77777777" w:rsidR="00C517B5" w:rsidRPr="00667F5E" w:rsidRDefault="00C517B5" w:rsidP="0040450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Firma</w:t>
            </w:r>
          </w:p>
        </w:tc>
        <w:tc>
          <w:tcPr>
            <w:tcW w:w="3289" w:type="pct"/>
            <w:vAlign w:val="center"/>
          </w:tcPr>
          <w:p w14:paraId="1B90C642" w14:textId="77777777" w:rsidR="00C517B5" w:rsidRPr="00667F5E" w:rsidRDefault="00C517B5" w:rsidP="00404500">
            <w:pPr>
              <w:ind w:left="72"/>
              <w:rPr>
                <w:rFonts w:ascii="Arial" w:hAnsi="Arial" w:cs="Arial"/>
                <w:sz w:val="24"/>
                <w:szCs w:val="24"/>
              </w:rPr>
            </w:pPr>
            <w:r w:rsidRPr="00C218C0">
              <w:rPr>
                <w:rFonts w:ascii="Arial" w:hAnsi="Arial" w:cs="Arial"/>
                <w:sz w:val="24"/>
                <w:szCs w:val="24"/>
              </w:rPr>
              <w:t>Giudizio</w:t>
            </w:r>
          </w:p>
        </w:tc>
        <w:tc>
          <w:tcPr>
            <w:tcW w:w="444" w:type="pct"/>
            <w:vMerge/>
            <w:vAlign w:val="center"/>
          </w:tcPr>
          <w:p w14:paraId="1C12896D" w14:textId="77777777" w:rsidR="00C517B5" w:rsidRPr="00667F5E" w:rsidRDefault="00C517B5" w:rsidP="00404500">
            <w:pPr>
              <w:ind w:left="720" w:hanging="36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517B5" w:rsidRPr="00667F5E" w14:paraId="36A018C3" w14:textId="77777777" w:rsidTr="00DB2EA2">
        <w:trPr>
          <w:trHeight w:val="454"/>
          <w:jc w:val="center"/>
        </w:trPr>
        <w:tc>
          <w:tcPr>
            <w:tcW w:w="227" w:type="pct"/>
            <w:tcBorders>
              <w:top w:val="nil"/>
            </w:tcBorders>
            <w:vAlign w:val="center"/>
          </w:tcPr>
          <w:p w14:paraId="3705E528" w14:textId="77777777" w:rsidR="00C517B5" w:rsidRPr="00667F5E" w:rsidRDefault="00C517B5" w:rsidP="00404500">
            <w:pPr>
              <w:ind w:left="142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40" w:type="pct"/>
            <w:vAlign w:val="center"/>
          </w:tcPr>
          <w:p w14:paraId="7835119C" w14:textId="77777777" w:rsidR="00C517B5" w:rsidRPr="00667F5E" w:rsidRDefault="00C517B5" w:rsidP="00404500">
            <w:pPr>
              <w:ind w:left="720" w:hanging="36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89" w:type="pct"/>
            <w:vAlign w:val="center"/>
          </w:tcPr>
          <w:p w14:paraId="26F184F6" w14:textId="77777777" w:rsidR="00C517B5" w:rsidRPr="00667F5E" w:rsidRDefault="00C517B5" w:rsidP="00404500">
            <w:pPr>
              <w:ind w:left="720" w:hanging="36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44" w:type="pct"/>
            <w:vMerge/>
            <w:vAlign w:val="center"/>
          </w:tcPr>
          <w:p w14:paraId="1A868B70" w14:textId="77777777" w:rsidR="00C517B5" w:rsidRPr="00667F5E" w:rsidRDefault="00C517B5" w:rsidP="00404500">
            <w:pPr>
              <w:ind w:left="720" w:hanging="36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36E2B8D9" w14:textId="77777777" w:rsidR="00C517B5" w:rsidRDefault="00C517B5" w:rsidP="00C517B5">
      <w:pPr>
        <w:pStyle w:val="Titolo1"/>
      </w:pPr>
    </w:p>
    <w:p w14:paraId="32DA25AA" w14:textId="77777777" w:rsidR="00C517B5" w:rsidRDefault="00C517B5" w:rsidP="00C517B5"/>
    <w:sectPr w:rsidR="00C517B5" w:rsidSect="00B2100C">
      <w:footerReference w:type="default" r:id="rId8"/>
      <w:headerReference w:type="first" r:id="rId9"/>
      <w:pgSz w:w="11906" w:h="16838"/>
      <w:pgMar w:top="1446" w:right="851" w:bottom="1134" w:left="851" w:header="28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C0D354" w14:textId="77777777" w:rsidR="00597D12" w:rsidRDefault="00597D12">
      <w:r>
        <w:separator/>
      </w:r>
    </w:p>
  </w:endnote>
  <w:endnote w:type="continuationSeparator" w:id="0">
    <w:p w14:paraId="5866ECC1" w14:textId="77777777" w:rsidR="00597D12" w:rsidRDefault="00597D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4C854D" w14:textId="77777777" w:rsidR="006E033C" w:rsidRPr="004015E8" w:rsidRDefault="006E033C" w:rsidP="006E033C">
    <w:pPr>
      <w:pStyle w:val="Pidipagina"/>
      <w:jc w:val="right"/>
      <w:rPr>
        <w:rFonts w:ascii="Arial" w:hAnsi="Arial" w:cs="Arial"/>
        <w:i/>
        <w:color w:val="7F7F7F"/>
        <w:sz w:val="16"/>
        <w:szCs w:val="16"/>
      </w:rPr>
    </w:pPr>
    <w:r w:rsidRPr="004015E8">
      <w:rPr>
        <w:rFonts w:ascii="Arial" w:hAnsi="Arial" w:cs="Arial"/>
        <w:i/>
        <w:color w:val="7F7F7F"/>
        <w:sz w:val="16"/>
        <w:szCs w:val="16"/>
      </w:rPr>
      <w:t xml:space="preserve">Verbale </w:t>
    </w:r>
    <w:r w:rsidR="0015041E">
      <w:rPr>
        <w:rFonts w:ascii="Arial" w:hAnsi="Arial" w:cs="Arial"/>
        <w:i/>
        <w:color w:val="7F7F7F"/>
        <w:sz w:val="16"/>
        <w:szCs w:val="16"/>
      </w:rPr>
      <w:t>orale</w:t>
    </w:r>
    <w:r>
      <w:rPr>
        <w:rFonts w:ascii="Arial" w:hAnsi="Arial" w:cs="Arial"/>
        <w:i/>
        <w:color w:val="7F7F7F"/>
        <w:sz w:val="16"/>
        <w:szCs w:val="16"/>
      </w:rPr>
      <w:t xml:space="preserve"> esami saldo del giudizio sospeso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027A18" w14:textId="77777777" w:rsidR="00597D12" w:rsidRDefault="00597D12">
      <w:r>
        <w:separator/>
      </w:r>
    </w:p>
  </w:footnote>
  <w:footnote w:type="continuationSeparator" w:id="0">
    <w:p w14:paraId="7B4CB72B" w14:textId="77777777" w:rsidR="00597D12" w:rsidRDefault="00597D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gliatabella"/>
      <w:tblW w:w="0" w:type="auto"/>
      <w:tblBorders>
        <w:top w:val="none" w:sz="0" w:space="0" w:color="auto"/>
        <w:left w:val="none" w:sz="0" w:space="0" w:color="auto"/>
        <w:bottom w:val="single" w:sz="4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866"/>
      <w:gridCol w:w="6159"/>
      <w:gridCol w:w="1700"/>
    </w:tblGrid>
    <w:tr w:rsidR="004E6D6B" w:rsidRPr="005D2DEB" w14:paraId="3AF612CE" w14:textId="77777777" w:rsidTr="00415028">
      <w:tc>
        <w:tcPr>
          <w:tcW w:w="1866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1E24EB11" w14:textId="77777777" w:rsidR="004E6D6B" w:rsidRPr="005D2DEB" w:rsidRDefault="004E6D6B" w:rsidP="00415028">
          <w:pPr>
            <w:jc w:val="center"/>
            <w:rPr>
              <w:rFonts w:ascii="Georgia" w:hAnsi="Georgia"/>
              <w:noProof/>
            </w:rPr>
          </w:pPr>
          <w:r w:rsidRPr="005D2DEB">
            <w:rPr>
              <w:rFonts w:ascii="Georgia" w:hAnsi="Georgia"/>
              <w:noProof/>
            </w:rPr>
            <w:drawing>
              <wp:inline distT="0" distB="0" distL="0" distR="0" wp14:anchorId="276CE309" wp14:editId="174E8CAA">
                <wp:extent cx="1036800" cy="913145"/>
                <wp:effectExtent l="0" t="0" r="0" b="1270"/>
                <wp:docPr id="1" name="Immagine 1" descr="https://www.nervigalilei.gov.it/wpnervigal15/wp-content/uploads/2017/10/logo18-7-300dpi-3000px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" descr="https://www.nervigalilei.gov.it/wpnervigal15/wp-content/uploads/2017/10/logo18-7-300dpi-3000px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36800" cy="9131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159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  <w:hideMark/>
        </w:tcPr>
        <w:p w14:paraId="095AA480" w14:textId="77777777" w:rsidR="004E6D6B" w:rsidRPr="005D2DEB" w:rsidRDefault="004E6D6B" w:rsidP="00415028">
          <w:pPr>
            <w:jc w:val="center"/>
            <w:rPr>
              <w:rFonts w:ascii="Georgia" w:hAnsi="Georgia"/>
            </w:rPr>
          </w:pPr>
          <w:r w:rsidRPr="005D2DEB">
            <w:rPr>
              <w:rFonts w:ascii="Georgia" w:hAnsi="Georgia"/>
            </w:rPr>
            <w:t>Istituto Tecnico Tecnologico</w:t>
          </w:r>
        </w:p>
        <w:p w14:paraId="75657440" w14:textId="77777777" w:rsidR="004E6D6B" w:rsidRPr="005D2DEB" w:rsidRDefault="004E6D6B" w:rsidP="00415028">
          <w:pPr>
            <w:jc w:val="center"/>
            <w:rPr>
              <w:rFonts w:ascii="Georgia" w:hAnsi="Georgia"/>
              <w:b/>
            </w:rPr>
          </w:pPr>
          <w:r w:rsidRPr="005D2DEB">
            <w:rPr>
              <w:rFonts w:ascii="Georgia" w:hAnsi="Georgia"/>
              <w:b/>
            </w:rPr>
            <w:t>“P. L. Nervi – G. Galilei”</w:t>
          </w:r>
        </w:p>
        <w:p w14:paraId="5029AC77" w14:textId="77777777" w:rsidR="004E6D6B" w:rsidRPr="005D2DEB" w:rsidRDefault="004E6D6B" w:rsidP="00415028">
          <w:pPr>
            <w:jc w:val="center"/>
            <w:rPr>
              <w:rFonts w:ascii="Georgia" w:hAnsi="Georgia"/>
            </w:rPr>
          </w:pPr>
          <w:r w:rsidRPr="005D2DEB">
            <w:rPr>
              <w:rFonts w:ascii="Georgia" w:hAnsi="Georgia"/>
            </w:rPr>
            <w:t>Altamura (BA)</w:t>
          </w:r>
        </w:p>
        <w:p w14:paraId="69CA3CC0" w14:textId="77777777" w:rsidR="004E6D6B" w:rsidRPr="005D2DEB" w:rsidRDefault="004E6D6B" w:rsidP="00415028">
          <w:pPr>
            <w:jc w:val="center"/>
            <w:rPr>
              <w:rFonts w:ascii="Georgia" w:hAnsi="Georgia"/>
            </w:rPr>
          </w:pPr>
          <w:r w:rsidRPr="005D2DEB">
            <w:rPr>
              <w:rFonts w:ascii="Georgia" w:hAnsi="Georgia"/>
            </w:rPr>
            <w:t xml:space="preserve">Cod. </w:t>
          </w:r>
          <w:proofErr w:type="spellStart"/>
          <w:r w:rsidRPr="005D2DEB">
            <w:rPr>
              <w:rFonts w:ascii="Georgia" w:hAnsi="Georgia"/>
            </w:rPr>
            <w:t>Mecc</w:t>
          </w:r>
          <w:proofErr w:type="spellEnd"/>
          <w:r w:rsidRPr="005D2DEB">
            <w:rPr>
              <w:rFonts w:ascii="Georgia" w:hAnsi="Georgia"/>
            </w:rPr>
            <w:t>.: BATL07000T</w:t>
          </w:r>
        </w:p>
        <w:p w14:paraId="0E8984B1" w14:textId="77777777" w:rsidR="004E6D6B" w:rsidRPr="005D2DEB" w:rsidRDefault="004E6D6B" w:rsidP="00415028">
          <w:pPr>
            <w:jc w:val="center"/>
            <w:rPr>
              <w:rFonts w:ascii="Georgia" w:hAnsi="Georgia"/>
              <w:b/>
            </w:rPr>
          </w:pPr>
          <w:r w:rsidRPr="005D2DEB">
            <w:rPr>
              <w:rFonts w:ascii="Georgia" w:hAnsi="Georgia"/>
            </w:rPr>
            <w:t>e-mail: BATL07000T@istruzione.it</w:t>
          </w:r>
        </w:p>
      </w:tc>
      <w:tc>
        <w:tcPr>
          <w:tcW w:w="1700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  <w:hideMark/>
        </w:tcPr>
        <w:p w14:paraId="4CB44634" w14:textId="77777777" w:rsidR="004E6D6B" w:rsidRPr="005D2DEB" w:rsidRDefault="004E6D6B" w:rsidP="00415028">
          <w:pPr>
            <w:jc w:val="center"/>
            <w:rPr>
              <w:rFonts w:ascii="Georgia" w:hAnsi="Georgia"/>
            </w:rPr>
          </w:pPr>
          <w:r w:rsidRPr="005D2DEB">
            <w:rPr>
              <w:rFonts w:ascii="Georgia" w:hAnsi="Georgia"/>
              <w:noProof/>
            </w:rPr>
            <w:drawing>
              <wp:inline distT="0" distB="0" distL="0" distR="0" wp14:anchorId="3B7718AB" wp14:editId="62FA39D3">
                <wp:extent cx="876300" cy="990600"/>
                <wp:effectExtent l="0" t="0" r="0" b="0"/>
                <wp:docPr id="2" name="Immagine 3" descr="Risultati immagini per repubblica italian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3" descr="Risultati immagini per repubblica italian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76300" cy="990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0D3C417B" w14:textId="77777777" w:rsidR="006E033C" w:rsidRPr="004E6D6B" w:rsidRDefault="006E033C" w:rsidP="00B2100C">
    <w:pPr>
      <w:pStyle w:val="Intestazione"/>
      <w:jc w:val="center"/>
      <w:rPr>
        <w:lang w:val="en-US"/>
      </w:rPr>
    </w:pPr>
  </w:p>
  <w:p w14:paraId="5BA8BA96" w14:textId="77777777" w:rsidR="00B2100C" w:rsidRPr="00A314C7" w:rsidRDefault="00B2100C" w:rsidP="00B2100C">
    <w:pPr>
      <w:pStyle w:val="Intestazione"/>
      <w:jc w:val="center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E5185"/>
    <w:multiLevelType w:val="hybridMultilevel"/>
    <w:tmpl w:val="C76AC8D2"/>
    <w:lvl w:ilvl="0" w:tplc="04100001">
      <w:start w:val="1"/>
      <w:numFmt w:val="bullet"/>
      <w:lvlText w:val=""/>
      <w:lvlJc w:val="left"/>
      <w:pPr>
        <w:tabs>
          <w:tab w:val="num" w:pos="757"/>
        </w:tabs>
        <w:ind w:left="757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837"/>
        </w:tabs>
        <w:ind w:left="1837" w:hanging="360"/>
      </w:pPr>
    </w:lvl>
    <w:lvl w:ilvl="2" w:tplc="04100005">
      <w:start w:val="1"/>
      <w:numFmt w:val="decimal"/>
      <w:lvlText w:val="%3."/>
      <w:lvlJc w:val="left"/>
      <w:pPr>
        <w:tabs>
          <w:tab w:val="num" w:pos="2557"/>
        </w:tabs>
        <w:ind w:left="2557" w:hanging="360"/>
      </w:pPr>
    </w:lvl>
    <w:lvl w:ilvl="3" w:tplc="04100001">
      <w:start w:val="1"/>
      <w:numFmt w:val="decimal"/>
      <w:lvlText w:val="%4."/>
      <w:lvlJc w:val="left"/>
      <w:pPr>
        <w:tabs>
          <w:tab w:val="num" w:pos="3277"/>
        </w:tabs>
        <w:ind w:left="3277" w:hanging="360"/>
      </w:pPr>
    </w:lvl>
    <w:lvl w:ilvl="4" w:tplc="04100003">
      <w:start w:val="1"/>
      <w:numFmt w:val="decimal"/>
      <w:lvlText w:val="%5."/>
      <w:lvlJc w:val="left"/>
      <w:pPr>
        <w:tabs>
          <w:tab w:val="num" w:pos="3997"/>
        </w:tabs>
        <w:ind w:left="3997" w:hanging="360"/>
      </w:pPr>
    </w:lvl>
    <w:lvl w:ilvl="5" w:tplc="04100005">
      <w:start w:val="1"/>
      <w:numFmt w:val="decimal"/>
      <w:lvlText w:val="%6."/>
      <w:lvlJc w:val="left"/>
      <w:pPr>
        <w:tabs>
          <w:tab w:val="num" w:pos="4717"/>
        </w:tabs>
        <w:ind w:left="4717" w:hanging="360"/>
      </w:pPr>
    </w:lvl>
    <w:lvl w:ilvl="6" w:tplc="04100001">
      <w:start w:val="1"/>
      <w:numFmt w:val="decimal"/>
      <w:lvlText w:val="%7."/>
      <w:lvlJc w:val="left"/>
      <w:pPr>
        <w:tabs>
          <w:tab w:val="num" w:pos="5437"/>
        </w:tabs>
        <w:ind w:left="5437" w:hanging="360"/>
      </w:pPr>
    </w:lvl>
    <w:lvl w:ilvl="7" w:tplc="04100003">
      <w:start w:val="1"/>
      <w:numFmt w:val="decimal"/>
      <w:lvlText w:val="%8."/>
      <w:lvlJc w:val="left"/>
      <w:pPr>
        <w:tabs>
          <w:tab w:val="num" w:pos="6157"/>
        </w:tabs>
        <w:ind w:left="6157" w:hanging="360"/>
      </w:pPr>
    </w:lvl>
    <w:lvl w:ilvl="8" w:tplc="04100005">
      <w:start w:val="1"/>
      <w:numFmt w:val="decimal"/>
      <w:lvlText w:val="%9."/>
      <w:lvlJc w:val="left"/>
      <w:pPr>
        <w:tabs>
          <w:tab w:val="num" w:pos="6877"/>
        </w:tabs>
        <w:ind w:left="6877" w:hanging="360"/>
      </w:pPr>
    </w:lvl>
  </w:abstractNum>
  <w:abstractNum w:abstractNumId="1" w15:restartNumberingAfterBreak="0">
    <w:nsid w:val="03155D63"/>
    <w:multiLevelType w:val="multilevel"/>
    <w:tmpl w:val="B56EC67C"/>
    <w:lvl w:ilvl="0">
      <w:start w:val="1"/>
      <w:numFmt w:val="lowerLetter"/>
      <w:lvlText w:val="%1)"/>
      <w:lvlJc w:val="left"/>
      <w:rPr>
        <w:rFonts w:hint="default"/>
        <w:caps w:val="0"/>
        <w:strike w:val="0"/>
        <w:dstrike w:val="0"/>
        <w:vanish w:val="0"/>
        <w:color w:val="000000"/>
        <w:sz w:val="18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2" w15:restartNumberingAfterBreak="0">
    <w:nsid w:val="077A71FE"/>
    <w:multiLevelType w:val="multilevel"/>
    <w:tmpl w:val="BB6CC246"/>
    <w:lvl w:ilvl="0">
      <w:start w:val="1"/>
      <w:numFmt w:val="lowerLetter"/>
      <w:lvlText w:val="%1."/>
      <w:lvlJc w:val="left"/>
      <w:rPr>
        <w:rFonts w:ascii="Arial" w:hAnsi="Arial" w:hint="default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3" w15:restartNumberingAfterBreak="0">
    <w:nsid w:val="12561318"/>
    <w:multiLevelType w:val="multilevel"/>
    <w:tmpl w:val="654A5718"/>
    <w:lvl w:ilvl="0">
      <w:start w:val="1"/>
      <w:numFmt w:val="lowerLetter"/>
      <w:lvlText w:val="%1."/>
      <w:lvlJc w:val="left"/>
      <w:rPr>
        <w:rFonts w:ascii="Arial" w:hAnsi="Arial" w:hint="default"/>
        <w:caps w:val="0"/>
        <w:strike w:val="0"/>
        <w:dstrike w:val="0"/>
        <w:vanish w:val="0"/>
        <w:color w:val="000000"/>
        <w:sz w:val="18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13334541"/>
    <w:multiLevelType w:val="multilevel"/>
    <w:tmpl w:val="44EA2690"/>
    <w:lvl w:ilvl="0">
      <w:start w:val="1"/>
      <w:numFmt w:val="lowerLetter"/>
      <w:lvlText w:val="%1."/>
      <w:lvlJc w:val="left"/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5" w15:restartNumberingAfterBreak="0">
    <w:nsid w:val="17A42B17"/>
    <w:multiLevelType w:val="singleLevel"/>
    <w:tmpl w:val="0410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1E9B52D5"/>
    <w:multiLevelType w:val="multilevel"/>
    <w:tmpl w:val="E3364090"/>
    <w:lvl w:ilvl="0">
      <w:start w:val="1"/>
      <w:numFmt w:val="lowerLetter"/>
      <w:lvlText w:val="%1."/>
      <w:lvlJc w:val="left"/>
      <w:rPr>
        <w:rFonts w:hint="default"/>
        <w:caps w:val="0"/>
        <w:strike w:val="0"/>
        <w:dstrike w:val="0"/>
        <w:vanish w:val="0"/>
        <w:color w:val="000000"/>
        <w:sz w:val="18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7" w15:restartNumberingAfterBreak="0">
    <w:nsid w:val="26CA4862"/>
    <w:multiLevelType w:val="multilevel"/>
    <w:tmpl w:val="39027694"/>
    <w:lvl w:ilvl="0">
      <w:start w:val="1"/>
      <w:numFmt w:val="lowerLetter"/>
      <w:lvlText w:val="%1."/>
      <w:lvlJc w:val="left"/>
      <w:rPr>
        <w:rFonts w:hint="default"/>
        <w:caps w:val="0"/>
        <w:strike w:val="0"/>
        <w:dstrike w:val="0"/>
        <w:vanish w:val="0"/>
        <w:color w:val="000000"/>
        <w:sz w:val="18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8" w15:restartNumberingAfterBreak="0">
    <w:nsid w:val="57AF1AE0"/>
    <w:multiLevelType w:val="multilevel"/>
    <w:tmpl w:val="EDFC7FFE"/>
    <w:lvl w:ilvl="0">
      <w:start w:val="1"/>
      <w:numFmt w:val="lowerLetter"/>
      <w:lvlText w:val="%1."/>
      <w:lvlJc w:val="left"/>
      <w:pPr>
        <w:ind w:left="340" w:hanging="340"/>
      </w:pPr>
      <w:rPr>
        <w:rFonts w:ascii="Arial" w:hAnsi="Arial" w:hint="default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suff w:val="nothing"/>
      <w:lvlText w:val="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nothing"/>
      <w:lvlText w:val="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nothing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suff w:val="nothing"/>
      <w:lvlText w:val="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nothing"/>
      <w:lvlText w:val="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suff w:val="nothing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nothing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nothing"/>
      <w:lvlText w:val="%9."/>
      <w:lvlJc w:val="left"/>
      <w:pPr>
        <w:ind w:left="0" w:firstLine="0"/>
      </w:pPr>
      <w:rPr>
        <w:rFonts w:hint="default"/>
      </w:rPr>
    </w:lvl>
  </w:abstractNum>
  <w:abstractNum w:abstractNumId="9" w15:restartNumberingAfterBreak="0">
    <w:nsid w:val="77281296"/>
    <w:multiLevelType w:val="hybridMultilevel"/>
    <w:tmpl w:val="2BFCB462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7E677795"/>
    <w:multiLevelType w:val="hybridMultilevel"/>
    <w:tmpl w:val="CDF021F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  <w:lvlOverride w:ilvl="0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</w:num>
  <w:num w:numId="4">
    <w:abstractNumId w:val="9"/>
  </w:num>
  <w:num w:numId="5">
    <w:abstractNumId w:val="4"/>
  </w:num>
  <w:num w:numId="6">
    <w:abstractNumId w:val="0"/>
  </w:num>
  <w:num w:numId="7">
    <w:abstractNumId w:val="2"/>
  </w:num>
  <w:num w:numId="8">
    <w:abstractNumId w:val="3"/>
  </w:num>
  <w:num w:numId="9">
    <w:abstractNumId w:val="7"/>
  </w:num>
  <w:num w:numId="10">
    <w:abstractNumId w:val="1"/>
  </w:num>
  <w:num w:numId="11">
    <w:abstractNumId w:val="6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it-IT" w:vendorID="64" w:dllVersion="6" w:nlCheck="1" w:checkStyle="0"/>
  <w:activeWritingStyle w:appName="MSWord" w:lang="fr-FR" w:vendorID="64" w:dllVersion="6" w:nlCheck="1" w:checkStyle="1"/>
  <w:activeWritingStyle w:appName="MSWord" w:lang="en-GB" w:vendorID="64" w:dllVersion="6" w:nlCheck="1" w:checkStyle="1"/>
  <w:activeWritingStyle w:appName="MSWord" w:lang="it-IT" w:vendorID="64" w:dllVersion="4096" w:nlCheck="1" w:checkStyle="0"/>
  <w:proofState w:spelling="clean" w:grammar="clean"/>
  <w:attachedTemplate r:id="rId1"/>
  <w:defaultTabStop w:val="708"/>
  <w:hyphenationZone w:val="283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06A6A"/>
    <w:rsid w:val="00003C6F"/>
    <w:rsid w:val="00013D2A"/>
    <w:rsid w:val="00040978"/>
    <w:rsid w:val="000D1BEC"/>
    <w:rsid w:val="0015041E"/>
    <w:rsid w:val="001C08DE"/>
    <w:rsid w:val="00223295"/>
    <w:rsid w:val="00305F16"/>
    <w:rsid w:val="0037401A"/>
    <w:rsid w:val="00391F36"/>
    <w:rsid w:val="00395CE1"/>
    <w:rsid w:val="003C31C6"/>
    <w:rsid w:val="003F6148"/>
    <w:rsid w:val="00404500"/>
    <w:rsid w:val="00414C18"/>
    <w:rsid w:val="0048239D"/>
    <w:rsid w:val="004B7253"/>
    <w:rsid w:val="004E48ED"/>
    <w:rsid w:val="004E6D6B"/>
    <w:rsid w:val="005422E0"/>
    <w:rsid w:val="00597D12"/>
    <w:rsid w:val="005B7DDB"/>
    <w:rsid w:val="0065391A"/>
    <w:rsid w:val="00667F5E"/>
    <w:rsid w:val="006936FD"/>
    <w:rsid w:val="006E033C"/>
    <w:rsid w:val="00707149"/>
    <w:rsid w:val="007C6189"/>
    <w:rsid w:val="007F4D34"/>
    <w:rsid w:val="008275CD"/>
    <w:rsid w:val="008333F0"/>
    <w:rsid w:val="0083458C"/>
    <w:rsid w:val="00861A13"/>
    <w:rsid w:val="00865339"/>
    <w:rsid w:val="008B5935"/>
    <w:rsid w:val="008B7692"/>
    <w:rsid w:val="008D5268"/>
    <w:rsid w:val="008D5701"/>
    <w:rsid w:val="00906A6A"/>
    <w:rsid w:val="00926E4A"/>
    <w:rsid w:val="00990ECF"/>
    <w:rsid w:val="009B3B6D"/>
    <w:rsid w:val="00A314C7"/>
    <w:rsid w:val="00AC435A"/>
    <w:rsid w:val="00AE23FA"/>
    <w:rsid w:val="00B168A8"/>
    <w:rsid w:val="00B2100C"/>
    <w:rsid w:val="00B6598E"/>
    <w:rsid w:val="00B96DB3"/>
    <w:rsid w:val="00BA3B2E"/>
    <w:rsid w:val="00BA3E3C"/>
    <w:rsid w:val="00BD25F0"/>
    <w:rsid w:val="00C129DA"/>
    <w:rsid w:val="00C34A76"/>
    <w:rsid w:val="00C517B5"/>
    <w:rsid w:val="00CC75D5"/>
    <w:rsid w:val="00D132DF"/>
    <w:rsid w:val="00DB2EA2"/>
    <w:rsid w:val="00E021EB"/>
    <w:rsid w:val="00E10D3E"/>
    <w:rsid w:val="00E54B2C"/>
    <w:rsid w:val="00E83DBA"/>
    <w:rsid w:val="00E93B21"/>
    <w:rsid w:val="00ED222E"/>
    <w:rsid w:val="00F13493"/>
    <w:rsid w:val="00F27C5C"/>
    <w:rsid w:val="00F324D8"/>
    <w:rsid w:val="00F641A2"/>
    <w:rsid w:val="00F7695F"/>
    <w:rsid w:val="00FC6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293D38C"/>
  <w15:docId w15:val="{A61E4F09-F3B2-47A0-91A6-E3F5D2C7BB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qFormat/>
    <w:pPr>
      <w:keepNext/>
      <w:jc w:val="center"/>
      <w:outlineLvl w:val="0"/>
    </w:pPr>
    <w:rPr>
      <w:sz w:val="24"/>
      <w:szCs w:val="24"/>
      <w:u w:val="single"/>
    </w:rPr>
  </w:style>
  <w:style w:type="paragraph" w:styleId="Titolo2">
    <w:name w:val="heading 2"/>
    <w:basedOn w:val="Normale"/>
    <w:next w:val="Normale"/>
    <w:qFormat/>
    <w:pPr>
      <w:keepNext/>
      <w:jc w:val="center"/>
      <w:outlineLvl w:val="1"/>
    </w:pPr>
  </w:style>
  <w:style w:type="paragraph" w:styleId="Titolo3">
    <w:name w:val="heading 3"/>
    <w:basedOn w:val="Normale"/>
    <w:next w:val="Normale"/>
    <w:qFormat/>
    <w:pPr>
      <w:keepNext/>
      <w:jc w:val="center"/>
      <w:outlineLvl w:val="2"/>
    </w:pPr>
    <w:rPr>
      <w:b/>
    </w:rPr>
  </w:style>
  <w:style w:type="paragraph" w:styleId="Titolo4">
    <w:name w:val="heading 4"/>
    <w:basedOn w:val="Normale"/>
    <w:next w:val="Normale"/>
    <w:qFormat/>
    <w:pPr>
      <w:keepNext/>
      <w:jc w:val="center"/>
      <w:outlineLvl w:val="3"/>
    </w:pPr>
    <w:rPr>
      <w:sz w:val="24"/>
      <w:u w:val="single"/>
    </w:rPr>
  </w:style>
  <w:style w:type="paragraph" w:styleId="Titolo6">
    <w:name w:val="heading 6"/>
    <w:basedOn w:val="Normale"/>
    <w:next w:val="Normale"/>
    <w:qFormat/>
    <w:pPr>
      <w:keepNext/>
      <w:jc w:val="center"/>
      <w:outlineLvl w:val="5"/>
    </w:pPr>
    <w:rPr>
      <w:sz w:val="28"/>
      <w:lang w:val="pl-PL" w:eastAsia="pl-PL"/>
    </w:rPr>
  </w:style>
  <w:style w:type="paragraph" w:styleId="Titolo8">
    <w:name w:val="heading 8"/>
    <w:basedOn w:val="Normale"/>
    <w:next w:val="Normale"/>
    <w:qFormat/>
    <w:pPr>
      <w:keepNext/>
      <w:jc w:val="center"/>
      <w:outlineLvl w:val="7"/>
    </w:pPr>
    <w:rPr>
      <w:u w:val="single"/>
      <w:lang w:eastAsia="pl-PL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semiHidden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</w:style>
  <w:style w:type="paragraph" w:styleId="Corpotesto">
    <w:name w:val="Body Text"/>
    <w:basedOn w:val="Normale"/>
    <w:semiHidden/>
    <w:pPr>
      <w:jc w:val="both"/>
    </w:pPr>
    <w:rPr>
      <w:b/>
      <w:sz w:val="24"/>
    </w:rPr>
  </w:style>
  <w:style w:type="paragraph" w:styleId="NormaleWeb">
    <w:name w:val="Normal (Web)"/>
    <w:basedOn w:val="Normale"/>
    <w:semiHidden/>
    <w:pPr>
      <w:spacing w:before="100" w:beforeAutospacing="1" w:after="100" w:afterAutospacing="1"/>
    </w:pPr>
    <w:rPr>
      <w:sz w:val="24"/>
      <w:szCs w:val="24"/>
    </w:rPr>
  </w:style>
  <w:style w:type="paragraph" w:styleId="Testofumetto">
    <w:name w:val="Balloon Text"/>
    <w:basedOn w:val="Normale"/>
    <w:semiHidden/>
    <w:rPr>
      <w:rFonts w:ascii="Tahoma" w:hAnsi="Tahoma" w:cs="Tahoma"/>
      <w:sz w:val="16"/>
      <w:szCs w:val="16"/>
    </w:rPr>
  </w:style>
  <w:style w:type="paragraph" w:styleId="Corpodeltesto2">
    <w:name w:val="Body Text 2"/>
    <w:basedOn w:val="Normale"/>
    <w:semiHidden/>
    <w:pPr>
      <w:jc w:val="both"/>
    </w:pPr>
    <w:rPr>
      <w:sz w:val="28"/>
    </w:rPr>
  </w:style>
  <w:style w:type="table" w:styleId="Grigliatabella">
    <w:name w:val="Table Grid"/>
    <w:basedOn w:val="Tabellanormale"/>
    <w:uiPriority w:val="59"/>
    <w:rsid w:val="00F27C5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F4D34"/>
  </w:style>
  <w:style w:type="paragraph" w:styleId="Nessunaspaziatura">
    <w:name w:val="No Spacing"/>
    <w:uiPriority w:val="1"/>
    <w:qFormat/>
    <w:rsid w:val="00BA3E3C"/>
    <w:pPr>
      <w:jc w:val="both"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utente\Desktop\carta%20intestata\CARTA%20INTESTATA%20ARCHIMEDE%20VERTICALE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C0CE97-F3E2-44C9-9CE5-D7BA83B61B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CARTA INTESTATA ARCHIMEDE VERTICALE.dot</Template>
  <TotalTime>93</TotalTime>
  <Pages>2</Pages>
  <Words>267</Words>
  <Characters>1525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VERBALE GIUDIZIO SOSPESO</vt:lpstr>
    </vt:vector>
  </TitlesOfParts>
  <Manager>ARCHIMEDE</Manager>
  <Company>ARCHIMEDE</Company>
  <LinksUpToDate>false</LinksUpToDate>
  <CharactersWithSpaces>1789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VERBALE GIUDIZIO SOSPESO</dc:title>
  <dc:subject>ORALI</dc:subject>
  <dc:creator>Anna Schettino</dc:creator>
  <cp:keywords>Modulistica; Verbali; Esami</cp:keywords>
  <cp:lastModifiedBy>Nicola Vulpio</cp:lastModifiedBy>
  <cp:revision>6</cp:revision>
  <cp:lastPrinted>2017-09-01T10:07:00Z</cp:lastPrinted>
  <dcterms:created xsi:type="dcterms:W3CDTF">2021-09-02T09:12:00Z</dcterms:created>
  <dcterms:modified xsi:type="dcterms:W3CDTF">2021-09-03T18:38:00Z</dcterms:modified>
  <cp:category>scuola</cp:category>
</cp:coreProperties>
</file>